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val="fi-FI"/>
        </w:rPr>
        <w:id w:val="279615111"/>
        <w:docPartObj>
          <w:docPartGallery w:val="Cover Pages"/>
          <w:docPartUnique/>
        </w:docPartObj>
      </w:sdtPr>
      <w:sdtEndPr/>
      <w:sdtContent>
        <w:p w14:paraId="672276D0" w14:textId="77777777" w:rsidR="00B966C2" w:rsidRDefault="004045A7" w:rsidP="00892D45">
          <w:pPr>
            <w:pStyle w:val="Heading1"/>
            <w:spacing w:after="120"/>
          </w:pPr>
          <w:sdt>
            <w:sdtPr>
              <w:alias w:val="Title"/>
              <w:tag w:val=""/>
              <w:id w:val="-824278416"/>
              <w:lock w:val="sdtLocked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BD7513">
                <w:t>Partner C</w:t>
              </w:r>
              <w:r w:rsidR="007B57F6">
                <w:t>ontribution</w:t>
              </w:r>
              <w:r w:rsidR="00BD7513">
                <w:t xml:space="preserve"> Statement for Project A</w:t>
              </w:r>
              <w:r w:rsidR="003A233D">
                <w:t>pplication</w:t>
              </w:r>
            </w:sdtContent>
          </w:sdt>
        </w:p>
        <w:tbl>
          <w:tblPr>
            <w:tblStyle w:val="TableGrid"/>
            <w:tblW w:w="0" w:type="auto"/>
            <w:tblInd w:w="108" w:type="dxa"/>
            <w:tbl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  <w:insideH w:val="single" w:sz="2" w:space="0" w:color="A6A6A6" w:themeColor="background1" w:themeShade="A6"/>
              <w:insideV w:val="single" w:sz="2" w:space="0" w:color="A6A6A6" w:themeColor="background1" w:themeShade="A6"/>
            </w:tblBorders>
            <w:tblLook w:val="04A0" w:firstRow="1" w:lastRow="0" w:firstColumn="1" w:lastColumn="0" w:noHBand="0" w:noVBand="1"/>
          </w:tblPr>
          <w:tblGrid>
            <w:gridCol w:w="3690"/>
            <w:gridCol w:w="5528"/>
          </w:tblGrid>
          <w:tr w:rsidR="009D0BD4" w:rsidRPr="00892D45" w14:paraId="02D6B9C0" w14:textId="77777777" w:rsidTr="00F41029">
            <w:trPr>
              <w:trHeight w:val="397"/>
            </w:trPr>
            <w:tc>
              <w:tcPr>
                <w:tcW w:w="9218" w:type="dxa"/>
                <w:gridSpan w:val="2"/>
                <w:tcBorders>
                  <w:top w:val="nil"/>
                  <w:left w:val="nil"/>
                  <w:right w:val="nil"/>
                </w:tcBorders>
                <w:vAlign w:val="center"/>
              </w:tcPr>
              <w:p w14:paraId="3035044C" w14:textId="77777777" w:rsidR="007B57F6" w:rsidRDefault="007B57F6" w:rsidP="00FB6D57">
                <w:pPr>
                  <w:rPr>
                    <w:b/>
                    <w:lang w:val="en-US"/>
                  </w:rPr>
                </w:pPr>
              </w:p>
              <w:p w14:paraId="7CF29F50" w14:textId="77777777" w:rsidR="009D0BD4" w:rsidRDefault="009D0BD4" w:rsidP="00FB6D57">
                <w:pPr>
                  <w:rPr>
                    <w:lang w:val="en-US"/>
                  </w:rPr>
                </w:pPr>
                <w:r w:rsidRPr="00892D45">
                  <w:rPr>
                    <w:b/>
                    <w:lang w:val="en-US"/>
                  </w:rPr>
                  <w:t>Project identification</w:t>
                </w:r>
              </w:p>
            </w:tc>
          </w:tr>
          <w:tr w:rsidR="00B966C2" w:rsidRPr="00A95F3D" w14:paraId="33B0F249" w14:textId="77777777" w:rsidTr="00F41029">
            <w:trPr>
              <w:trHeight w:val="397"/>
            </w:trPr>
            <w:tc>
              <w:tcPr>
                <w:tcW w:w="3690" w:type="dxa"/>
                <w:vAlign w:val="center"/>
              </w:tcPr>
              <w:p w14:paraId="02A0ADA1" w14:textId="77777777" w:rsidR="00B966C2" w:rsidRDefault="00AB2228" w:rsidP="00892D45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>Project</w:t>
                </w:r>
                <w:r w:rsidR="00892D45">
                  <w:rPr>
                    <w:lang w:val="en-US"/>
                  </w:rPr>
                  <w:t xml:space="preserve"> number</w:t>
                </w:r>
              </w:p>
            </w:tc>
            <w:permStart w:id="537460936" w:edGrp="everyone" w:displacedByCustomXml="next"/>
            <w:sdt>
              <w:sdtPr>
                <w:rPr>
                  <w:lang w:val="en-US"/>
                </w:rPr>
                <w:id w:val="-1363044413"/>
                <w:placeholder>
                  <w:docPart w:val="DA0C9D41C47940DC99FD0119CD1049E6"/>
                </w:placeholder>
                <w:showingPlcHdr/>
              </w:sdtPr>
              <w:sdtEndPr/>
              <w:sdtContent>
                <w:tc>
                  <w:tcPr>
                    <w:tcW w:w="5528" w:type="dxa"/>
                    <w:vAlign w:val="center"/>
                  </w:tcPr>
                  <w:p w14:paraId="6931B9C7" w14:textId="77777777" w:rsidR="00B966C2" w:rsidRDefault="00892D45" w:rsidP="00FB6D57">
                    <w:pPr>
                      <w:rPr>
                        <w:lang w:val="en-US"/>
                      </w:rPr>
                    </w:pPr>
                    <w:r w:rsidRPr="00892D45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</w:sdtContent>
            </w:sdt>
            <w:permEnd w:id="537460936" w:displacedByCustomXml="prev"/>
          </w:tr>
          <w:tr w:rsidR="00120A5A" w:rsidRPr="00A95F3D" w14:paraId="25EBF6D5" w14:textId="77777777" w:rsidTr="00F41029">
            <w:trPr>
              <w:trHeight w:val="397"/>
            </w:trPr>
            <w:tc>
              <w:tcPr>
                <w:tcW w:w="3690" w:type="dxa"/>
                <w:vAlign w:val="center"/>
              </w:tcPr>
              <w:p w14:paraId="264BBB67" w14:textId="77777777" w:rsidR="00120A5A" w:rsidRDefault="00120A5A" w:rsidP="00B966C2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>Project name</w:t>
                </w:r>
              </w:p>
            </w:tc>
            <w:permStart w:id="133305171" w:edGrp="everyone" w:displacedByCustomXml="next"/>
            <w:sdt>
              <w:sdtPr>
                <w:rPr>
                  <w:lang w:val="en-US"/>
                </w:rPr>
                <w:id w:val="1453360049"/>
                <w:placeholder>
                  <w:docPart w:val="0D35A0A218624282969955A54963B5A6"/>
                </w:placeholder>
                <w:showingPlcHdr/>
              </w:sdtPr>
              <w:sdtEndPr/>
              <w:sdtContent>
                <w:tc>
                  <w:tcPr>
                    <w:tcW w:w="5528" w:type="dxa"/>
                    <w:vAlign w:val="center"/>
                  </w:tcPr>
                  <w:p w14:paraId="426132F0" w14:textId="77777777" w:rsidR="00120A5A" w:rsidRDefault="00120A5A" w:rsidP="00FB6D57">
                    <w:pPr>
                      <w:rPr>
                        <w:lang w:val="en-US"/>
                      </w:rPr>
                    </w:pPr>
                    <w:r w:rsidRPr="00892D45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</w:sdtContent>
            </w:sdt>
            <w:permEnd w:id="133305171" w:displacedByCustomXml="prev"/>
          </w:tr>
          <w:tr w:rsidR="00892D45" w:rsidRPr="00A95F3D" w14:paraId="71FA0F61" w14:textId="77777777" w:rsidTr="00F41029">
            <w:trPr>
              <w:trHeight w:val="397"/>
            </w:trPr>
            <w:tc>
              <w:tcPr>
                <w:tcW w:w="3690" w:type="dxa"/>
                <w:vAlign w:val="center"/>
              </w:tcPr>
              <w:p w14:paraId="68691474" w14:textId="77777777" w:rsidR="00892D45" w:rsidRDefault="00892D45" w:rsidP="00B966C2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>Project acronym</w:t>
                </w:r>
              </w:p>
            </w:tc>
            <w:permStart w:id="214708754" w:edGrp="everyone" w:displacedByCustomXml="next"/>
            <w:sdt>
              <w:sdtPr>
                <w:rPr>
                  <w:lang w:val="en-US"/>
                </w:rPr>
                <w:id w:val="-17631719"/>
                <w:placeholder>
                  <w:docPart w:val="262FAA6C5A81483AA8F4ED4522280D53"/>
                </w:placeholder>
                <w:showingPlcHdr/>
              </w:sdtPr>
              <w:sdtEndPr/>
              <w:sdtContent>
                <w:tc>
                  <w:tcPr>
                    <w:tcW w:w="5528" w:type="dxa"/>
                    <w:vAlign w:val="center"/>
                  </w:tcPr>
                  <w:p w14:paraId="2242A67F" w14:textId="77777777" w:rsidR="00892D45" w:rsidRDefault="00892D45" w:rsidP="00FB6D57">
                    <w:pPr>
                      <w:rPr>
                        <w:lang w:val="en-US"/>
                      </w:rPr>
                    </w:pPr>
                    <w:r w:rsidRPr="00892D45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</w:sdtContent>
            </w:sdt>
            <w:permEnd w:id="214708754" w:displacedByCustomXml="prev"/>
          </w:tr>
          <w:tr w:rsidR="00B966C2" w:rsidRPr="00A95F3D" w14:paraId="2DF01327" w14:textId="77777777" w:rsidTr="00F41029">
            <w:trPr>
              <w:trHeight w:val="397"/>
            </w:trPr>
            <w:tc>
              <w:tcPr>
                <w:tcW w:w="3690" w:type="dxa"/>
                <w:vAlign w:val="center"/>
              </w:tcPr>
              <w:p w14:paraId="212CF3C0" w14:textId="77777777" w:rsidR="00B966C2" w:rsidRDefault="00BD7513" w:rsidP="00B966C2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>Lead p</w:t>
                </w:r>
                <w:r w:rsidR="00792F45">
                  <w:rPr>
                    <w:lang w:val="en-US"/>
                  </w:rPr>
                  <w:t>artner of the project</w:t>
                </w:r>
              </w:p>
            </w:tc>
            <w:permStart w:id="53158920" w:edGrp="everyone" w:displacedByCustomXml="next"/>
            <w:sdt>
              <w:sdtPr>
                <w:rPr>
                  <w:lang w:val="en-US"/>
                </w:rPr>
                <w:id w:val="-1188299802"/>
                <w:placeholder>
                  <w:docPart w:val="DB345047A767469CA5EB1A7A91A64530"/>
                </w:placeholder>
                <w:showingPlcHdr/>
              </w:sdtPr>
              <w:sdtEndPr/>
              <w:sdtContent>
                <w:tc>
                  <w:tcPr>
                    <w:tcW w:w="5528" w:type="dxa"/>
                    <w:vAlign w:val="center"/>
                  </w:tcPr>
                  <w:p w14:paraId="548FDBCC" w14:textId="77777777" w:rsidR="00B966C2" w:rsidRDefault="00651B11" w:rsidP="00651B11">
                    <w:pPr>
                      <w:rPr>
                        <w:lang w:val="en-US"/>
                      </w:rPr>
                    </w:pPr>
                    <w:r w:rsidRPr="00892D45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</w:sdtContent>
            </w:sdt>
            <w:permEnd w:id="53158920" w:displacedByCustomXml="prev"/>
          </w:tr>
          <w:tr w:rsidR="00B966C2" w:rsidRPr="00A95F3D" w14:paraId="30AA975A" w14:textId="77777777" w:rsidTr="00490783">
            <w:trPr>
              <w:trHeight w:val="215"/>
            </w:trPr>
            <w:tc>
              <w:tcPr>
                <w:tcW w:w="9218" w:type="dxa"/>
                <w:gridSpan w:val="2"/>
                <w:tcBorders>
                  <w:left w:val="nil"/>
                  <w:bottom w:val="nil"/>
                  <w:right w:val="nil"/>
                </w:tcBorders>
                <w:vAlign w:val="center"/>
              </w:tcPr>
              <w:p w14:paraId="6E1B842D" w14:textId="77777777" w:rsidR="00B966C2" w:rsidRDefault="00B966C2" w:rsidP="00B966C2">
                <w:pPr>
                  <w:rPr>
                    <w:lang w:val="en-US"/>
                  </w:rPr>
                </w:pPr>
              </w:p>
            </w:tc>
          </w:tr>
          <w:tr w:rsidR="00F14354" w:rsidRPr="00892D45" w14:paraId="2C07B046" w14:textId="77777777" w:rsidTr="00F41029">
            <w:trPr>
              <w:trHeight w:val="397"/>
            </w:trPr>
            <w:tc>
              <w:tcPr>
                <w:tcW w:w="9218" w:type="dxa"/>
                <w:gridSpan w:val="2"/>
                <w:tcBorders>
                  <w:top w:val="nil"/>
                  <w:left w:val="nil"/>
                  <w:right w:val="nil"/>
                </w:tcBorders>
                <w:vAlign w:val="center"/>
              </w:tcPr>
              <w:p w14:paraId="1B7D2BD8" w14:textId="77777777" w:rsidR="00F14354" w:rsidRPr="00892D45" w:rsidRDefault="00F14354" w:rsidP="00AA3B4D">
                <w:pPr>
                  <w:rPr>
                    <w:b/>
                    <w:lang w:val="en-US"/>
                  </w:rPr>
                </w:pPr>
                <w:r w:rsidRPr="00892D45">
                  <w:rPr>
                    <w:b/>
                    <w:lang w:val="en-US"/>
                  </w:rPr>
                  <w:t>Partner identification</w:t>
                </w:r>
              </w:p>
            </w:tc>
          </w:tr>
          <w:tr w:rsidR="00F14354" w:rsidRPr="00A95F3D" w14:paraId="4657EE80" w14:textId="77777777" w:rsidTr="00651B11">
            <w:trPr>
              <w:trHeight w:val="820"/>
            </w:trPr>
            <w:tc>
              <w:tcPr>
                <w:tcW w:w="3690" w:type="dxa"/>
                <w:vAlign w:val="center"/>
              </w:tcPr>
              <w:p w14:paraId="3E0226C0" w14:textId="77777777" w:rsidR="00F14354" w:rsidRDefault="007B57F6" w:rsidP="00F14354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>Name of the project p</w:t>
                </w:r>
                <w:r w:rsidR="00F14354">
                  <w:rPr>
                    <w:lang w:val="en-US"/>
                  </w:rPr>
                  <w:t xml:space="preserve">artner </w:t>
                </w:r>
                <w:r w:rsidR="00F14354" w:rsidRPr="00F14354">
                  <w:rPr>
                    <w:lang w:val="en-US"/>
                  </w:rPr>
                  <w:t>receiving the financial contribution</w:t>
                </w:r>
              </w:p>
            </w:tc>
            <w:sdt>
              <w:sdtPr>
                <w:rPr>
                  <w:lang w:val="en-US"/>
                </w:rPr>
                <w:id w:val="1151641793"/>
                <w:placeholder>
                  <w:docPart w:val="92E5F6134A29443AB3AB26654114754F"/>
                </w:placeholder>
                <w:showingPlcHdr/>
              </w:sdtPr>
              <w:sdtEndPr/>
              <w:sdtContent>
                <w:permStart w:id="851658080" w:edGrp="everyone" w:displacedByCustomXml="prev"/>
                <w:tc>
                  <w:tcPr>
                    <w:tcW w:w="5528" w:type="dxa"/>
                    <w:vAlign w:val="center"/>
                  </w:tcPr>
                  <w:p w14:paraId="73956BDD" w14:textId="77777777" w:rsidR="00F14354" w:rsidRDefault="00F14354" w:rsidP="00AA3B4D">
                    <w:pPr>
                      <w:rPr>
                        <w:lang w:val="en-US"/>
                      </w:rPr>
                    </w:pPr>
                    <w:r w:rsidRPr="00E83439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  <w:permEnd w:id="851658080" w:displacedByCustomXml="next"/>
              </w:sdtContent>
            </w:sdt>
          </w:tr>
          <w:tr w:rsidR="00F14354" w:rsidRPr="00A95F3D" w14:paraId="715302C1" w14:textId="77777777" w:rsidTr="00490783">
            <w:trPr>
              <w:trHeight w:val="230"/>
            </w:trPr>
            <w:tc>
              <w:tcPr>
                <w:tcW w:w="9218" w:type="dxa"/>
                <w:gridSpan w:val="2"/>
                <w:tcBorders>
                  <w:left w:val="nil"/>
                  <w:bottom w:val="nil"/>
                  <w:right w:val="nil"/>
                </w:tcBorders>
                <w:vAlign w:val="center"/>
              </w:tcPr>
              <w:p w14:paraId="36659006" w14:textId="77777777" w:rsidR="00F14354" w:rsidRDefault="00F14354" w:rsidP="00AA3B4D">
                <w:pPr>
                  <w:rPr>
                    <w:lang w:val="en-US"/>
                  </w:rPr>
                </w:pPr>
              </w:p>
            </w:tc>
          </w:tr>
          <w:tr w:rsidR="00F14354" w:rsidRPr="00A95F3D" w14:paraId="70EB9B39" w14:textId="77777777" w:rsidTr="00F41029">
            <w:trPr>
              <w:trHeight w:val="397"/>
            </w:trPr>
            <w:tc>
              <w:tcPr>
                <w:tcW w:w="9218" w:type="dxa"/>
                <w:gridSpan w:val="2"/>
                <w:tcBorders>
                  <w:top w:val="nil"/>
                  <w:left w:val="nil"/>
                  <w:right w:val="nil"/>
                </w:tcBorders>
                <w:vAlign w:val="center"/>
              </w:tcPr>
              <w:p w14:paraId="189D9862" w14:textId="77777777" w:rsidR="00F14354" w:rsidRPr="00892D45" w:rsidRDefault="00F14354" w:rsidP="00AA3B4D">
                <w:pPr>
                  <w:rPr>
                    <w:b/>
                    <w:lang w:val="en-US"/>
                  </w:rPr>
                </w:pPr>
                <w:r w:rsidRPr="00F14354">
                  <w:rPr>
                    <w:b/>
                    <w:lang w:val="en-US"/>
                  </w:rPr>
                  <w:t>Information on the organisation contributing with financing to the project</w:t>
                </w:r>
              </w:p>
            </w:tc>
          </w:tr>
          <w:tr w:rsidR="005125AB" w:rsidRPr="00A95F3D" w14:paraId="64038365" w14:textId="77777777" w:rsidTr="007F3FAC">
            <w:trPr>
              <w:trHeight w:val="397"/>
            </w:trPr>
            <w:tc>
              <w:tcPr>
                <w:tcW w:w="3690" w:type="dxa"/>
                <w:vAlign w:val="center"/>
              </w:tcPr>
              <w:p w14:paraId="19AEDFAE" w14:textId="77777777" w:rsidR="005125AB" w:rsidRPr="001F6265" w:rsidRDefault="005125AB" w:rsidP="007F3FAC">
                <w:r w:rsidRPr="001F6265">
                  <w:t>Name of the organisation</w:t>
                </w:r>
              </w:p>
            </w:tc>
            <w:sdt>
              <w:sdtPr>
                <w:id w:val="676085668"/>
                <w:placeholder>
                  <w:docPart w:val="DefaultPlaceholder_1082065158"/>
                </w:placeholder>
                <w:showingPlcHdr/>
              </w:sdtPr>
              <w:sdtEndPr/>
              <w:sdtContent>
                <w:permStart w:id="147200818" w:edGrp="everyone" w:displacedByCustomXml="prev"/>
                <w:tc>
                  <w:tcPr>
                    <w:tcW w:w="5528" w:type="dxa"/>
                    <w:vAlign w:val="center"/>
                  </w:tcPr>
                  <w:p w14:paraId="64C7E75B" w14:textId="77777777" w:rsidR="005125AB" w:rsidRPr="00C274BB" w:rsidRDefault="00C274BB" w:rsidP="007F3FAC">
                    <w:pPr>
                      <w:rPr>
                        <w:lang w:val="en-US"/>
                      </w:rPr>
                    </w:pPr>
                    <w:r w:rsidRPr="00C274BB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  <w:permEnd w:id="147200818" w:displacedByCustomXml="next"/>
              </w:sdtContent>
            </w:sdt>
          </w:tr>
          <w:tr w:rsidR="005125AB" w:rsidRPr="00A95F3D" w14:paraId="1862ED83" w14:textId="77777777" w:rsidTr="00490783">
            <w:trPr>
              <w:trHeight w:val="587"/>
            </w:trPr>
            <w:tc>
              <w:tcPr>
                <w:tcW w:w="3690" w:type="dxa"/>
                <w:vAlign w:val="center"/>
              </w:tcPr>
              <w:p w14:paraId="75D4A4C3" w14:textId="77777777" w:rsidR="005125AB" w:rsidRPr="005125AB" w:rsidRDefault="005125AB" w:rsidP="007F3FAC">
                <w:pPr>
                  <w:rPr>
                    <w:lang w:val="en-US"/>
                  </w:rPr>
                </w:pPr>
                <w:r w:rsidRPr="005125AB">
                  <w:rPr>
                    <w:lang w:val="en-US"/>
                  </w:rPr>
                  <w:t xml:space="preserve">Name of the </w:t>
                </w:r>
                <w:proofErr w:type="spellStart"/>
                <w:r w:rsidRPr="005125AB">
                  <w:rPr>
                    <w:lang w:val="en-US"/>
                  </w:rPr>
                  <w:t>organisation</w:t>
                </w:r>
                <w:proofErr w:type="spellEnd"/>
                <w:r w:rsidRPr="005125AB">
                  <w:rPr>
                    <w:lang w:val="en-US"/>
                  </w:rPr>
                  <w:t xml:space="preserve"> </w:t>
                </w:r>
                <w:r w:rsidR="001F35C0">
                  <w:rPr>
                    <w:lang w:val="en-US"/>
                  </w:rPr>
                  <w:br/>
                </w:r>
                <w:r w:rsidRPr="005125AB">
                  <w:rPr>
                    <w:lang w:val="en-US"/>
                  </w:rPr>
                  <w:t>in the original language</w:t>
                </w:r>
              </w:p>
            </w:tc>
            <w:sdt>
              <w:sdtPr>
                <w:id w:val="-1621062121"/>
                <w:placeholder>
                  <w:docPart w:val="900AB97C999E459CAC213BCBDA51746D"/>
                </w:placeholder>
                <w:showingPlcHdr/>
              </w:sdtPr>
              <w:sdtEndPr/>
              <w:sdtContent>
                <w:permStart w:id="2080053719" w:edGrp="everyone" w:displacedByCustomXml="prev"/>
                <w:tc>
                  <w:tcPr>
                    <w:tcW w:w="5528" w:type="dxa"/>
                    <w:vAlign w:val="center"/>
                  </w:tcPr>
                  <w:p w14:paraId="79C1BC54" w14:textId="77777777" w:rsidR="005125AB" w:rsidRPr="005125AB" w:rsidRDefault="00C274BB" w:rsidP="007F3FAC">
                    <w:pPr>
                      <w:rPr>
                        <w:lang w:val="en-US"/>
                      </w:rPr>
                    </w:pPr>
                    <w:r w:rsidRPr="00C274BB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  <w:permEnd w:id="2080053719" w:displacedByCustomXml="next"/>
              </w:sdtContent>
            </w:sdt>
          </w:tr>
          <w:tr w:rsidR="005125AB" w:rsidRPr="00A95F3D" w14:paraId="5816F048" w14:textId="77777777" w:rsidTr="00F41029">
            <w:trPr>
              <w:trHeight w:val="397"/>
            </w:trPr>
            <w:tc>
              <w:tcPr>
                <w:tcW w:w="3690" w:type="dxa"/>
                <w:vAlign w:val="center"/>
              </w:tcPr>
              <w:p w14:paraId="263E6BF8" w14:textId="77777777" w:rsidR="005125AB" w:rsidRPr="001F6265" w:rsidRDefault="005125AB" w:rsidP="005125AB">
                <w:r w:rsidRPr="001F6265">
                  <w:t>Legal status</w:t>
                </w:r>
              </w:p>
            </w:tc>
            <w:sdt>
              <w:sdtPr>
                <w:id w:val="130222897"/>
                <w:placeholder>
                  <w:docPart w:val="9C5396FFD113474081C37FA9FCF9DA30"/>
                </w:placeholder>
                <w:showingPlcHdr/>
              </w:sdtPr>
              <w:sdtEndPr/>
              <w:sdtContent>
                <w:permStart w:id="1824008553" w:edGrp="everyone" w:displacedByCustomXml="prev"/>
                <w:tc>
                  <w:tcPr>
                    <w:tcW w:w="5528" w:type="dxa"/>
                    <w:vAlign w:val="center"/>
                  </w:tcPr>
                  <w:p w14:paraId="43C0D778" w14:textId="77777777" w:rsidR="005125AB" w:rsidRPr="00C274BB" w:rsidRDefault="00C274BB" w:rsidP="005125AB">
                    <w:pPr>
                      <w:rPr>
                        <w:lang w:val="en-US"/>
                      </w:rPr>
                    </w:pPr>
                    <w:r w:rsidRPr="00C274BB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  <w:permEnd w:id="1824008553" w:displacedByCustomXml="next"/>
              </w:sdtContent>
            </w:sdt>
          </w:tr>
          <w:tr w:rsidR="005125AB" w:rsidRPr="00A95F3D" w14:paraId="535B055D" w14:textId="77777777" w:rsidTr="00F41029">
            <w:trPr>
              <w:trHeight w:val="397"/>
            </w:trPr>
            <w:tc>
              <w:tcPr>
                <w:tcW w:w="3690" w:type="dxa"/>
                <w:vAlign w:val="center"/>
              </w:tcPr>
              <w:p w14:paraId="030CE442" w14:textId="77777777" w:rsidR="005125AB" w:rsidRPr="005125AB" w:rsidRDefault="00DF62AB" w:rsidP="005125AB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>Registry no</w:t>
                </w:r>
                <w:r w:rsidR="005125AB" w:rsidRPr="005125AB">
                  <w:rPr>
                    <w:lang w:val="en-US"/>
                  </w:rPr>
                  <w:t xml:space="preserve"> of the organisation</w:t>
                </w:r>
              </w:p>
            </w:tc>
            <w:sdt>
              <w:sdtPr>
                <w:id w:val="-1914000957"/>
                <w:placeholder>
                  <w:docPart w:val="A0A6BD89EE594ACFA4B81C6FB81336BD"/>
                </w:placeholder>
                <w:showingPlcHdr/>
              </w:sdtPr>
              <w:sdtEndPr/>
              <w:sdtContent>
                <w:permStart w:id="1680163860" w:edGrp="everyone" w:displacedByCustomXml="prev"/>
                <w:tc>
                  <w:tcPr>
                    <w:tcW w:w="5528" w:type="dxa"/>
                    <w:vAlign w:val="center"/>
                  </w:tcPr>
                  <w:p w14:paraId="209D733F" w14:textId="77777777" w:rsidR="005125AB" w:rsidRPr="005125AB" w:rsidRDefault="00C274BB" w:rsidP="005125AB">
                    <w:pPr>
                      <w:rPr>
                        <w:lang w:val="en-US"/>
                      </w:rPr>
                    </w:pPr>
                    <w:r w:rsidRPr="00C274BB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  <w:permEnd w:id="1680163860" w:displacedByCustomXml="next"/>
              </w:sdtContent>
            </w:sdt>
          </w:tr>
          <w:tr w:rsidR="005125AB" w:rsidRPr="00A95F3D" w14:paraId="0F5D2F37" w14:textId="77777777" w:rsidTr="00F41029">
            <w:trPr>
              <w:trHeight w:val="397"/>
            </w:trPr>
            <w:tc>
              <w:tcPr>
                <w:tcW w:w="3690" w:type="dxa"/>
                <w:vAlign w:val="center"/>
              </w:tcPr>
              <w:p w14:paraId="65E9AA95" w14:textId="77777777" w:rsidR="005125AB" w:rsidRPr="001F6265" w:rsidRDefault="005125AB" w:rsidP="005125AB">
                <w:r w:rsidRPr="001F6265">
                  <w:t>Address</w:t>
                </w:r>
              </w:p>
            </w:tc>
            <w:sdt>
              <w:sdtPr>
                <w:id w:val="1498769019"/>
                <w:placeholder>
                  <w:docPart w:val="2F2F422A5D944B87AA0FD3656FC9D5CC"/>
                </w:placeholder>
                <w:showingPlcHdr/>
              </w:sdtPr>
              <w:sdtEndPr/>
              <w:sdtContent>
                <w:permStart w:id="1287290660" w:edGrp="everyone" w:displacedByCustomXml="prev"/>
                <w:tc>
                  <w:tcPr>
                    <w:tcW w:w="5528" w:type="dxa"/>
                    <w:vAlign w:val="center"/>
                  </w:tcPr>
                  <w:p w14:paraId="50420240" w14:textId="77777777" w:rsidR="005125AB" w:rsidRPr="00C274BB" w:rsidRDefault="00C274BB" w:rsidP="005125AB">
                    <w:pPr>
                      <w:rPr>
                        <w:lang w:val="en-US"/>
                      </w:rPr>
                    </w:pPr>
                    <w:r w:rsidRPr="00C274BB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  <w:permEnd w:id="1287290660" w:displacedByCustomXml="next"/>
              </w:sdtContent>
            </w:sdt>
          </w:tr>
          <w:tr w:rsidR="005125AB" w:rsidRPr="00A95F3D" w14:paraId="3A034634" w14:textId="77777777" w:rsidTr="00F41029">
            <w:trPr>
              <w:trHeight w:val="397"/>
            </w:trPr>
            <w:tc>
              <w:tcPr>
                <w:tcW w:w="3690" w:type="dxa"/>
                <w:vAlign w:val="center"/>
              </w:tcPr>
              <w:p w14:paraId="04E8FBEB" w14:textId="77777777" w:rsidR="005125AB" w:rsidRPr="001F6265" w:rsidRDefault="005125AB" w:rsidP="005B5F73">
                <w:r w:rsidRPr="001F6265">
                  <w:t>Postcode</w:t>
                </w:r>
              </w:p>
            </w:tc>
            <w:sdt>
              <w:sdtPr>
                <w:id w:val="-943228035"/>
                <w:placeholder>
                  <w:docPart w:val="247081CB33FF4B8E8C439ACDD579DA4B"/>
                </w:placeholder>
                <w:showingPlcHdr/>
              </w:sdtPr>
              <w:sdtEndPr/>
              <w:sdtContent>
                <w:permStart w:id="1260268451" w:edGrp="everyone" w:displacedByCustomXml="prev"/>
                <w:tc>
                  <w:tcPr>
                    <w:tcW w:w="5528" w:type="dxa"/>
                    <w:vAlign w:val="center"/>
                  </w:tcPr>
                  <w:p w14:paraId="79151CEA" w14:textId="77777777" w:rsidR="005125AB" w:rsidRPr="00C274BB" w:rsidRDefault="00C274BB" w:rsidP="005B5F73">
                    <w:pPr>
                      <w:rPr>
                        <w:lang w:val="en-US"/>
                      </w:rPr>
                    </w:pPr>
                    <w:r w:rsidRPr="00C274BB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  <w:permEnd w:id="1260268451" w:displacedByCustomXml="next"/>
              </w:sdtContent>
            </w:sdt>
          </w:tr>
          <w:tr w:rsidR="00363F31" w:rsidRPr="00A95F3D" w14:paraId="759D9FE0" w14:textId="77777777" w:rsidTr="00F41029">
            <w:trPr>
              <w:trHeight w:val="397"/>
            </w:trPr>
            <w:tc>
              <w:tcPr>
                <w:tcW w:w="3690" w:type="dxa"/>
                <w:vAlign w:val="center"/>
              </w:tcPr>
              <w:p w14:paraId="2AA902D9" w14:textId="77777777" w:rsidR="00363F31" w:rsidRDefault="00363F31" w:rsidP="005B5F73">
                <w:pPr>
                  <w:pStyle w:val="NoSpacing"/>
                  <w:rPr>
                    <w:lang w:val="en-US"/>
                  </w:rPr>
                </w:pPr>
                <w:r>
                  <w:rPr>
                    <w:lang w:val="en-US"/>
                  </w:rPr>
                  <w:t>Town</w:t>
                </w:r>
              </w:p>
            </w:tc>
            <w:sdt>
              <w:sdtPr>
                <w:id w:val="184422362"/>
                <w:placeholder>
                  <w:docPart w:val="E5121348B5D945E3B7EBD059190F35CE"/>
                </w:placeholder>
                <w:showingPlcHdr/>
              </w:sdtPr>
              <w:sdtEndPr/>
              <w:sdtContent>
                <w:permStart w:id="312901130" w:edGrp="everyone" w:displacedByCustomXml="prev"/>
                <w:tc>
                  <w:tcPr>
                    <w:tcW w:w="5528" w:type="dxa"/>
                    <w:vAlign w:val="center"/>
                  </w:tcPr>
                  <w:p w14:paraId="30DEFD06" w14:textId="77777777" w:rsidR="00363F31" w:rsidRPr="00C274BB" w:rsidRDefault="00C274BB" w:rsidP="005B5F73">
                    <w:pPr>
                      <w:rPr>
                        <w:lang w:val="en-US"/>
                      </w:rPr>
                    </w:pPr>
                    <w:r w:rsidRPr="00C274BB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  <w:permEnd w:id="312901130" w:displacedByCustomXml="next"/>
              </w:sdtContent>
            </w:sdt>
          </w:tr>
          <w:tr w:rsidR="00363F31" w:rsidRPr="00A95F3D" w14:paraId="470E37F6" w14:textId="77777777" w:rsidTr="00F41029">
            <w:trPr>
              <w:trHeight w:val="397"/>
            </w:trPr>
            <w:tc>
              <w:tcPr>
                <w:tcW w:w="3690" w:type="dxa"/>
                <w:vAlign w:val="center"/>
              </w:tcPr>
              <w:p w14:paraId="3B0B4644" w14:textId="77777777" w:rsidR="00363F31" w:rsidRDefault="00363F31" w:rsidP="005B5F73">
                <w:pPr>
                  <w:pStyle w:val="NoSpacing"/>
                  <w:rPr>
                    <w:lang w:val="en-US"/>
                  </w:rPr>
                </w:pPr>
                <w:r>
                  <w:rPr>
                    <w:lang w:val="en-US"/>
                  </w:rPr>
                  <w:t>Country</w:t>
                </w:r>
              </w:p>
            </w:tc>
            <w:sdt>
              <w:sdtPr>
                <w:id w:val="-1568402417"/>
                <w:placeholder>
                  <w:docPart w:val="1F012F2B11624E53A6B6F8BD61881B04"/>
                </w:placeholder>
                <w:showingPlcHdr/>
              </w:sdtPr>
              <w:sdtEndPr/>
              <w:sdtContent>
                <w:permStart w:id="1362187534" w:edGrp="everyone" w:displacedByCustomXml="prev"/>
                <w:tc>
                  <w:tcPr>
                    <w:tcW w:w="5528" w:type="dxa"/>
                    <w:vAlign w:val="center"/>
                  </w:tcPr>
                  <w:p w14:paraId="3A937C24" w14:textId="77777777" w:rsidR="00363F31" w:rsidRPr="00C274BB" w:rsidRDefault="00C274BB" w:rsidP="005B5F73">
                    <w:pPr>
                      <w:rPr>
                        <w:lang w:val="en-US"/>
                      </w:rPr>
                    </w:pPr>
                    <w:r w:rsidRPr="00C274BB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  <w:permEnd w:id="1362187534" w:displacedByCustomXml="next"/>
              </w:sdtContent>
            </w:sdt>
          </w:tr>
          <w:tr w:rsidR="00363F31" w:rsidRPr="00A95F3D" w14:paraId="654206E3" w14:textId="77777777" w:rsidTr="00F41029">
            <w:trPr>
              <w:trHeight w:val="397"/>
            </w:trPr>
            <w:tc>
              <w:tcPr>
                <w:tcW w:w="3690" w:type="dxa"/>
                <w:vAlign w:val="center"/>
              </w:tcPr>
              <w:p w14:paraId="0785ABC4" w14:textId="77777777" w:rsidR="00363F31" w:rsidRDefault="00363F31" w:rsidP="005B5F73">
                <w:pPr>
                  <w:pStyle w:val="NoSpacing"/>
                  <w:rPr>
                    <w:lang w:val="en-US"/>
                  </w:rPr>
                </w:pPr>
                <w:r>
                  <w:rPr>
                    <w:lang w:val="en-US"/>
                  </w:rPr>
                  <w:t>Contact person</w:t>
                </w:r>
              </w:p>
            </w:tc>
            <w:sdt>
              <w:sdtPr>
                <w:id w:val="-1447224328"/>
                <w:placeholder>
                  <w:docPart w:val="0A4672E6CF0342B585A86D6F825BF0BF"/>
                </w:placeholder>
                <w:showingPlcHdr/>
              </w:sdtPr>
              <w:sdtEndPr/>
              <w:sdtContent>
                <w:permStart w:id="1885750772" w:edGrp="everyone" w:displacedByCustomXml="prev"/>
                <w:tc>
                  <w:tcPr>
                    <w:tcW w:w="5528" w:type="dxa"/>
                    <w:vAlign w:val="center"/>
                  </w:tcPr>
                  <w:p w14:paraId="2E1B380D" w14:textId="77777777" w:rsidR="00363F31" w:rsidRPr="00C274BB" w:rsidRDefault="00C274BB" w:rsidP="005B5F73">
                    <w:pPr>
                      <w:rPr>
                        <w:lang w:val="en-US"/>
                      </w:rPr>
                    </w:pPr>
                    <w:r w:rsidRPr="00C274BB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  <w:permEnd w:id="1885750772" w:displacedByCustomXml="next"/>
              </w:sdtContent>
            </w:sdt>
          </w:tr>
          <w:tr w:rsidR="00363F31" w:rsidRPr="00A95F3D" w14:paraId="45AC621E" w14:textId="77777777" w:rsidTr="00F41029">
            <w:trPr>
              <w:trHeight w:val="397"/>
            </w:trPr>
            <w:tc>
              <w:tcPr>
                <w:tcW w:w="3690" w:type="dxa"/>
                <w:vAlign w:val="center"/>
              </w:tcPr>
              <w:p w14:paraId="310F2D33" w14:textId="77777777" w:rsidR="00363F31" w:rsidRDefault="00363F31" w:rsidP="005B5F73">
                <w:pPr>
                  <w:pStyle w:val="NoSpacing"/>
                  <w:rPr>
                    <w:lang w:val="en-US"/>
                  </w:rPr>
                </w:pPr>
                <w:r>
                  <w:rPr>
                    <w:lang w:val="en-US"/>
                  </w:rPr>
                  <w:t>Phone</w:t>
                </w:r>
              </w:p>
            </w:tc>
            <w:sdt>
              <w:sdtPr>
                <w:id w:val="-844167295"/>
                <w:placeholder>
                  <w:docPart w:val="13EEAADF7E204EE5A587D7170BF5C718"/>
                </w:placeholder>
                <w:showingPlcHdr/>
              </w:sdtPr>
              <w:sdtEndPr/>
              <w:sdtContent>
                <w:permStart w:id="621030146" w:edGrp="everyone" w:displacedByCustomXml="prev"/>
                <w:tc>
                  <w:tcPr>
                    <w:tcW w:w="5528" w:type="dxa"/>
                    <w:vAlign w:val="center"/>
                  </w:tcPr>
                  <w:p w14:paraId="2E45C53C" w14:textId="77777777" w:rsidR="00363F31" w:rsidRPr="00C274BB" w:rsidRDefault="00C274BB" w:rsidP="005B5F73">
                    <w:pPr>
                      <w:rPr>
                        <w:lang w:val="en-US"/>
                      </w:rPr>
                    </w:pPr>
                    <w:r w:rsidRPr="00C274BB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  <w:permEnd w:id="621030146" w:displacedByCustomXml="next"/>
              </w:sdtContent>
            </w:sdt>
          </w:tr>
          <w:tr w:rsidR="005B5F73" w:rsidRPr="00A95F3D" w14:paraId="27B45D25" w14:textId="77777777" w:rsidTr="00F41029">
            <w:trPr>
              <w:trHeight w:val="397"/>
            </w:trPr>
            <w:tc>
              <w:tcPr>
                <w:tcW w:w="3690" w:type="dxa"/>
                <w:tcBorders>
                  <w:top w:val="nil"/>
                  <w:left w:val="single" w:sz="4" w:space="0" w:color="A6A6A6" w:themeColor="background1" w:themeShade="A6"/>
                  <w:right w:val="single" w:sz="4" w:space="0" w:color="A6A6A6" w:themeColor="background1" w:themeShade="A6"/>
                </w:tcBorders>
                <w:vAlign w:val="center"/>
              </w:tcPr>
              <w:p w14:paraId="013CF224" w14:textId="77777777" w:rsidR="005B5F73" w:rsidRDefault="005B5F73" w:rsidP="005B5F73">
                <w:pPr>
                  <w:pStyle w:val="NoSpacing"/>
                  <w:rPr>
                    <w:lang w:val="en-US"/>
                  </w:rPr>
                </w:pPr>
                <w:r>
                  <w:rPr>
                    <w:lang w:val="en-US"/>
                  </w:rPr>
                  <w:t>Email</w:t>
                </w:r>
              </w:p>
            </w:tc>
            <w:sdt>
              <w:sdtPr>
                <w:id w:val="1450352285"/>
                <w:placeholder>
                  <w:docPart w:val="127E1DA6C600422D84A0DA999775AAFC"/>
                </w:placeholder>
                <w:showingPlcHdr/>
              </w:sdtPr>
              <w:sdtEndPr/>
              <w:sdtContent>
                <w:permStart w:id="1548291348" w:edGrp="everyone" w:displacedByCustomXml="prev"/>
                <w:tc>
                  <w:tcPr>
                    <w:tcW w:w="5528" w:type="dxa"/>
                    <w:tcBorders>
                      <w:top w:val="nil"/>
                      <w:left w:val="single" w:sz="4" w:space="0" w:color="A6A6A6" w:themeColor="background1" w:themeShade="A6"/>
                      <w:right w:val="single" w:sz="4" w:space="0" w:color="A6A6A6" w:themeColor="background1" w:themeShade="A6"/>
                    </w:tcBorders>
                    <w:vAlign w:val="center"/>
                  </w:tcPr>
                  <w:p w14:paraId="1A220F5F" w14:textId="77777777" w:rsidR="005B5F73" w:rsidRDefault="00C274BB" w:rsidP="005B5F73">
                    <w:pPr>
                      <w:pStyle w:val="NoSpacing"/>
                      <w:rPr>
                        <w:lang w:val="en-US"/>
                      </w:rPr>
                    </w:pPr>
                    <w:r w:rsidRPr="00C274BB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  <w:permEnd w:id="1548291348" w:displacedByCustomXml="next"/>
              </w:sdtContent>
            </w:sdt>
          </w:tr>
          <w:tr w:rsidR="00F41029" w:rsidRPr="00A95F3D" w14:paraId="63930731" w14:textId="77777777" w:rsidTr="00F41029">
            <w:trPr>
              <w:trHeight w:val="397"/>
            </w:trPr>
            <w:tc>
              <w:tcPr>
                <w:tcW w:w="9218" w:type="dxa"/>
                <w:gridSpan w:val="2"/>
                <w:tcBorders>
                  <w:left w:val="nil"/>
                  <w:bottom w:val="nil"/>
                  <w:right w:val="nil"/>
                </w:tcBorders>
                <w:vAlign w:val="center"/>
              </w:tcPr>
              <w:p w14:paraId="4D662B2C" w14:textId="77777777" w:rsidR="00F41029" w:rsidRDefault="00F41029" w:rsidP="00AA3B4D">
                <w:pPr>
                  <w:rPr>
                    <w:lang w:val="en-US"/>
                  </w:rPr>
                </w:pPr>
              </w:p>
            </w:tc>
          </w:tr>
          <w:tr w:rsidR="00F41029" w:rsidRPr="00A95F3D" w14:paraId="69CED286" w14:textId="77777777" w:rsidTr="00F41029">
            <w:trPr>
              <w:trHeight w:val="397"/>
            </w:trPr>
            <w:tc>
              <w:tcPr>
                <w:tcW w:w="9218" w:type="dxa"/>
                <w:gridSpan w:val="2"/>
                <w:tcBorders>
                  <w:top w:val="nil"/>
                  <w:left w:val="nil"/>
                  <w:right w:val="nil"/>
                </w:tcBorders>
                <w:vAlign w:val="center"/>
              </w:tcPr>
              <w:p w14:paraId="1A87E0FC" w14:textId="77777777" w:rsidR="00F41029" w:rsidRPr="00892D45" w:rsidRDefault="007B57F6" w:rsidP="00AA3B4D">
                <w:pPr>
                  <w:rPr>
                    <w:b/>
                    <w:lang w:val="en-US"/>
                  </w:rPr>
                </w:pPr>
                <w:r>
                  <w:rPr>
                    <w:b/>
                    <w:lang w:val="en-US"/>
                  </w:rPr>
                  <w:t xml:space="preserve">Amount of the </w:t>
                </w:r>
                <w:r w:rsidR="00DD66F9">
                  <w:rPr>
                    <w:b/>
                    <w:lang w:val="en-US"/>
                  </w:rPr>
                  <w:t xml:space="preserve">partner </w:t>
                </w:r>
                <w:r>
                  <w:rPr>
                    <w:b/>
                    <w:lang w:val="en-US"/>
                  </w:rPr>
                  <w:t>contribution</w:t>
                </w:r>
              </w:p>
            </w:tc>
          </w:tr>
          <w:tr w:rsidR="00F41029" w:rsidRPr="00A95F3D" w14:paraId="3B43528D" w14:textId="77777777" w:rsidTr="00F41029">
            <w:trPr>
              <w:trHeight w:val="397"/>
            </w:trPr>
            <w:tc>
              <w:tcPr>
                <w:tcW w:w="3690" w:type="dxa"/>
                <w:vAlign w:val="center"/>
              </w:tcPr>
              <w:p w14:paraId="3E6F5A9D" w14:textId="77777777" w:rsidR="00F41029" w:rsidRPr="001F6265" w:rsidRDefault="00F41029" w:rsidP="00AA3B4D">
                <w:r>
                  <w:t>Public funding</w:t>
                </w:r>
              </w:p>
            </w:tc>
            <w:sdt>
              <w:sdtPr>
                <w:id w:val="-1521165816"/>
                <w:placeholder>
                  <w:docPart w:val="6232307CD7514D75B10851A971630C50"/>
                </w:placeholder>
                <w:showingPlcHdr/>
              </w:sdtPr>
              <w:sdtEndPr/>
              <w:sdtContent>
                <w:permStart w:id="1323720124" w:edGrp="everyone" w:displacedByCustomXml="prev"/>
                <w:tc>
                  <w:tcPr>
                    <w:tcW w:w="5528" w:type="dxa"/>
                    <w:vAlign w:val="center"/>
                  </w:tcPr>
                  <w:p w14:paraId="50F3FD25" w14:textId="77777777" w:rsidR="00F41029" w:rsidRPr="00C274BB" w:rsidRDefault="00C274BB" w:rsidP="00AA3B4D">
                    <w:pPr>
                      <w:rPr>
                        <w:lang w:val="en-US"/>
                      </w:rPr>
                    </w:pPr>
                    <w:r w:rsidRPr="00C274BB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  <w:permEnd w:id="1323720124" w:displacedByCustomXml="next"/>
              </w:sdtContent>
            </w:sdt>
          </w:tr>
          <w:tr w:rsidR="00F41029" w:rsidRPr="00A95F3D" w14:paraId="34FBDE91" w14:textId="77777777" w:rsidTr="00F41029">
            <w:trPr>
              <w:trHeight w:val="397"/>
            </w:trPr>
            <w:tc>
              <w:tcPr>
                <w:tcW w:w="3690" w:type="dxa"/>
                <w:vAlign w:val="center"/>
              </w:tcPr>
              <w:p w14:paraId="20C2CA75" w14:textId="77777777" w:rsidR="00F41029" w:rsidRPr="005125AB" w:rsidRDefault="00F41029" w:rsidP="00AA3B4D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>Private funding</w:t>
                </w:r>
              </w:p>
            </w:tc>
            <w:sdt>
              <w:sdtPr>
                <w:id w:val="2138909270"/>
                <w:showingPlcHdr/>
              </w:sdtPr>
              <w:sdtEndPr/>
              <w:sdtContent>
                <w:permStart w:id="156453369" w:edGrp="everyone" w:displacedByCustomXml="prev"/>
                <w:tc>
                  <w:tcPr>
                    <w:tcW w:w="5528" w:type="dxa"/>
                    <w:vAlign w:val="center"/>
                  </w:tcPr>
                  <w:p w14:paraId="6BDDBF2C" w14:textId="77777777" w:rsidR="00F41029" w:rsidRPr="005125AB" w:rsidRDefault="00C274BB" w:rsidP="00AA3B4D">
                    <w:pPr>
                      <w:rPr>
                        <w:lang w:val="en-US"/>
                      </w:rPr>
                    </w:pPr>
                    <w:r w:rsidRPr="00C274BB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  <w:permEnd w:id="156453369" w:displacedByCustomXml="next"/>
              </w:sdtContent>
            </w:sdt>
          </w:tr>
          <w:tr w:rsidR="00363F31" w:rsidRPr="00A95F3D" w14:paraId="43E01333" w14:textId="77777777" w:rsidTr="00490783">
            <w:trPr>
              <w:trHeight w:val="271"/>
            </w:trPr>
            <w:tc>
              <w:tcPr>
                <w:tcW w:w="9218" w:type="dxa"/>
                <w:gridSpan w:val="2"/>
                <w:tcBorders>
                  <w:left w:val="nil"/>
                  <w:bottom w:val="nil"/>
                  <w:right w:val="nil"/>
                </w:tcBorders>
                <w:vAlign w:val="center"/>
              </w:tcPr>
              <w:p w14:paraId="3D962396" w14:textId="77777777" w:rsidR="00363F31" w:rsidRDefault="00363F31" w:rsidP="00AA3B4D">
                <w:pPr>
                  <w:rPr>
                    <w:lang w:val="en-US"/>
                  </w:rPr>
                </w:pPr>
              </w:p>
            </w:tc>
          </w:tr>
        </w:tbl>
        <w:p w14:paraId="064D5FFA" w14:textId="77777777" w:rsidR="00C06A43" w:rsidRPr="00651B11" w:rsidRDefault="00C06A43">
          <w:pPr>
            <w:rPr>
              <w:lang w:val="en-US"/>
            </w:rPr>
          </w:pPr>
          <w:r w:rsidRPr="00651B11">
            <w:rPr>
              <w:lang w:val="en-US"/>
            </w:rPr>
            <w:br w:type="page"/>
          </w:r>
        </w:p>
        <w:tbl>
          <w:tblPr>
            <w:tblStyle w:val="TableGrid"/>
            <w:tblW w:w="0" w:type="auto"/>
            <w:tblInd w:w="108" w:type="dxa"/>
            <w:tbl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  <w:insideH w:val="single" w:sz="2" w:space="0" w:color="A6A6A6" w:themeColor="background1" w:themeShade="A6"/>
              <w:insideV w:val="single" w:sz="2" w:space="0" w:color="A6A6A6" w:themeColor="background1" w:themeShade="A6"/>
            </w:tblBorders>
            <w:tblLook w:val="04A0" w:firstRow="1" w:lastRow="0" w:firstColumn="1" w:lastColumn="0" w:noHBand="0" w:noVBand="1"/>
          </w:tblPr>
          <w:tblGrid>
            <w:gridCol w:w="9218"/>
          </w:tblGrid>
          <w:tr w:rsidR="00363F31" w:rsidRPr="00892D45" w14:paraId="5FC3C18D" w14:textId="77777777" w:rsidTr="00F41029">
            <w:trPr>
              <w:trHeight w:val="397"/>
            </w:trPr>
            <w:tc>
              <w:tcPr>
                <w:tcW w:w="9218" w:type="dxa"/>
                <w:tcBorders>
                  <w:top w:val="nil"/>
                  <w:left w:val="nil"/>
                  <w:right w:val="nil"/>
                </w:tcBorders>
                <w:vAlign w:val="center"/>
              </w:tcPr>
              <w:p w14:paraId="6167A221" w14:textId="77777777" w:rsidR="00363F31" w:rsidRPr="00892D45" w:rsidRDefault="00363F31" w:rsidP="00AA3B4D">
                <w:pPr>
                  <w:rPr>
                    <w:b/>
                    <w:lang w:val="en-US"/>
                  </w:rPr>
                </w:pPr>
                <w:r>
                  <w:rPr>
                    <w:b/>
                    <w:lang w:val="en-US"/>
                  </w:rPr>
                  <w:lastRenderedPageBreak/>
                  <w:t>Additional information</w:t>
                </w:r>
              </w:p>
            </w:tc>
          </w:tr>
          <w:tr w:rsidR="00363F31" w:rsidRPr="00A95F3D" w14:paraId="36D04FE0" w14:textId="77777777" w:rsidTr="00F41029">
            <w:trPr>
              <w:trHeight w:val="397"/>
            </w:trPr>
            <w:sdt>
              <w:sdtPr>
                <w:rPr>
                  <w:b/>
                  <w:lang w:val="en-US"/>
                </w:rPr>
                <w:id w:val="-906306484"/>
                <w:showingPlcHdr/>
              </w:sdtPr>
              <w:sdtEndPr/>
              <w:sdtContent>
                <w:permStart w:id="502075072" w:edGrp="everyone" w:displacedByCustomXml="prev"/>
                <w:tc>
                  <w:tcPr>
                    <w:tcW w:w="9218" w:type="dxa"/>
                    <w:tcBorders>
                      <w:left w:val="single" w:sz="4" w:space="0" w:color="A6A6A6" w:themeColor="background1" w:themeShade="A6"/>
                      <w:right w:val="single" w:sz="4" w:space="0" w:color="A6A6A6" w:themeColor="background1" w:themeShade="A6"/>
                    </w:tcBorders>
                    <w:vAlign w:val="center"/>
                  </w:tcPr>
                  <w:p w14:paraId="73E517D6" w14:textId="77777777" w:rsidR="00363F31" w:rsidRPr="009C5C0C" w:rsidRDefault="00363F31" w:rsidP="009C5C0C">
                    <w:pPr>
                      <w:rPr>
                        <w:b/>
                        <w:lang w:val="en-US"/>
                      </w:rPr>
                    </w:pPr>
                    <w:r w:rsidRPr="009C5C0C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  <w:permEnd w:id="502075072" w:displacedByCustomXml="next"/>
              </w:sdtContent>
            </w:sdt>
          </w:tr>
        </w:tbl>
        <w:p w14:paraId="709503D6" w14:textId="528F7F38" w:rsidR="00B966C2" w:rsidRDefault="00B966C2" w:rsidP="00B966C2">
          <w:pPr>
            <w:rPr>
              <w:lang w:val="en-US"/>
            </w:rPr>
          </w:pPr>
        </w:p>
        <w:p w14:paraId="20F970E2" w14:textId="3E7C5E33" w:rsidR="00185700" w:rsidRDefault="00185700" w:rsidP="004045A7">
          <w:pPr>
            <w:spacing w:after="120"/>
            <w:rPr>
              <w:bCs/>
              <w:lang w:val="en-US"/>
            </w:rPr>
          </w:pPr>
          <w:r>
            <w:rPr>
              <w:b/>
              <w:lang w:val="en-US"/>
            </w:rPr>
            <w:t>T</w:t>
          </w:r>
          <w:r w:rsidRPr="000D777B">
            <w:rPr>
              <w:b/>
              <w:lang w:val="en-US"/>
            </w:rPr>
            <w:t>he p</w:t>
          </w:r>
          <w:r>
            <w:rPr>
              <w:b/>
              <w:lang w:val="en-US"/>
            </w:rPr>
            <w:t>artner</w:t>
          </w:r>
          <w:r w:rsidRPr="000D777B">
            <w:rPr>
              <w:b/>
              <w:lang w:val="en-US"/>
            </w:rPr>
            <w:t xml:space="preserve"> </w:t>
          </w:r>
          <w:r>
            <w:rPr>
              <w:b/>
              <w:lang w:val="en-US"/>
            </w:rPr>
            <w:t>is willing to</w:t>
          </w:r>
          <w:r w:rsidRPr="000D777B">
            <w:rPr>
              <w:b/>
              <w:lang w:val="en-US"/>
            </w:rPr>
            <w:t xml:space="preserve"> us</w:t>
          </w:r>
          <w:r>
            <w:rPr>
              <w:b/>
              <w:lang w:val="en-US"/>
            </w:rPr>
            <w:t>e</w:t>
          </w:r>
          <w:r w:rsidRPr="000D777B">
            <w:rPr>
              <w:b/>
              <w:lang w:val="en-US"/>
            </w:rPr>
            <w:t xml:space="preserve"> the 40% flat rate simplified cost option</w:t>
          </w:r>
        </w:p>
        <w:p w14:paraId="1C6C433A" w14:textId="3953E40B" w:rsidR="00185700" w:rsidRDefault="00185700" w:rsidP="004045A7">
          <w:pPr>
            <w:spacing w:after="120"/>
            <w:rPr>
              <w:bCs/>
              <w:lang w:val="en-US"/>
            </w:rPr>
          </w:pPr>
          <w:r>
            <w:rPr>
              <w:bCs/>
              <w:lang w:val="en-US"/>
            </w:rPr>
            <w:t xml:space="preserve">Yes  </w:t>
          </w:r>
          <w:sdt>
            <w:sdtPr>
              <w:rPr>
                <w:bCs/>
                <w:lang w:val="en-US"/>
              </w:rPr>
              <w:id w:val="13428181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>
                <w:rPr>
                  <w:rFonts w:ascii="MS Gothic" w:eastAsia="MS Gothic" w:hAnsi="MS Gothic" w:hint="eastAsia"/>
                  <w:bCs/>
                  <w:lang w:val="en-US"/>
                </w:rPr>
                <w:t>☐</w:t>
              </w:r>
            </w:sdtContent>
          </w:sdt>
        </w:p>
        <w:p w14:paraId="661078DC" w14:textId="44369F92" w:rsidR="00185700" w:rsidRPr="00185700" w:rsidRDefault="00185700" w:rsidP="004045A7">
          <w:pPr>
            <w:spacing w:after="120"/>
            <w:rPr>
              <w:bCs/>
              <w:lang w:val="en-US"/>
            </w:rPr>
          </w:pPr>
          <w:r>
            <w:rPr>
              <w:bCs/>
              <w:lang w:val="en-US"/>
            </w:rPr>
            <w:t xml:space="preserve">No   </w:t>
          </w:r>
          <w:sdt>
            <w:sdtPr>
              <w:rPr>
                <w:bCs/>
                <w:lang w:val="en-US"/>
              </w:rPr>
              <w:id w:val="3247096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>
                <w:rPr>
                  <w:rFonts w:ascii="MS Gothic" w:eastAsia="MS Gothic" w:hAnsi="MS Gothic" w:hint="eastAsia"/>
                  <w:bCs/>
                  <w:lang w:val="en-US"/>
                </w:rPr>
                <w:t>☐</w:t>
              </w:r>
            </w:sdtContent>
          </w:sdt>
          <w:bookmarkStart w:id="0" w:name="_GoBack"/>
          <w:bookmarkEnd w:id="0"/>
        </w:p>
        <w:p w14:paraId="1FC1232D" w14:textId="77777777" w:rsidR="00B966C2" w:rsidRPr="00B966C2" w:rsidRDefault="00151261" w:rsidP="00AB6183">
          <w:pPr>
            <w:pStyle w:val="Heading3"/>
            <w:spacing w:before="240"/>
          </w:pPr>
          <w:r>
            <w:t>Signature</w:t>
          </w:r>
        </w:p>
        <w:p w14:paraId="4F6F47B1" w14:textId="77777777" w:rsidR="00151261" w:rsidRDefault="00151261" w:rsidP="00151261">
          <w:pPr>
            <w:pStyle w:val="NoSpacing"/>
            <w:spacing w:after="240"/>
            <w:rPr>
              <w:lang w:val="en-US"/>
            </w:rPr>
          </w:pPr>
          <w:r>
            <w:rPr>
              <w:lang w:val="en-US"/>
            </w:rPr>
            <w:t xml:space="preserve">By signing the </w:t>
          </w:r>
          <w:r w:rsidR="007B57F6">
            <w:rPr>
              <w:lang w:val="en-US"/>
            </w:rPr>
            <w:t xml:space="preserve">partner contribution </w:t>
          </w:r>
          <w:r>
            <w:rPr>
              <w:lang w:val="en-US"/>
            </w:rPr>
            <w:t>statement the organisation confirms its financial contribution to the project.</w:t>
          </w:r>
        </w:p>
        <w:tbl>
          <w:tblPr>
            <w:tblStyle w:val="TableGrid"/>
            <w:tblW w:w="0" w:type="auto"/>
            <w:tblInd w:w="108" w:type="dxa"/>
            <w:tbl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  <w:insideH w:val="single" w:sz="2" w:space="0" w:color="A6A6A6" w:themeColor="background1" w:themeShade="A6"/>
              <w:insideV w:val="single" w:sz="2" w:space="0" w:color="A6A6A6" w:themeColor="background1" w:themeShade="A6"/>
            </w:tblBorders>
            <w:tblLook w:val="04A0" w:firstRow="1" w:lastRow="0" w:firstColumn="1" w:lastColumn="0" w:noHBand="0" w:noVBand="1"/>
          </w:tblPr>
          <w:tblGrid>
            <w:gridCol w:w="3686"/>
            <w:gridCol w:w="5528"/>
          </w:tblGrid>
          <w:tr w:rsidR="0003192E" w:rsidRPr="00A95F3D" w14:paraId="13F7F357" w14:textId="77777777" w:rsidTr="00F17019">
            <w:trPr>
              <w:trHeight w:val="283"/>
            </w:trPr>
            <w:tc>
              <w:tcPr>
                <w:tcW w:w="3686" w:type="dxa"/>
                <w:vAlign w:val="center"/>
              </w:tcPr>
              <w:p w14:paraId="7B1E430A" w14:textId="77777777" w:rsidR="0003192E" w:rsidRDefault="00BC503B" w:rsidP="0003192E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>Date</w:t>
                </w:r>
              </w:p>
            </w:tc>
            <w:permStart w:id="1268385146" w:edGrp="everyone" w:displacedByCustomXml="next"/>
            <w:sdt>
              <w:sdtPr>
                <w:rPr>
                  <w:lang w:val="en-US"/>
                </w:rPr>
                <w:id w:val="-856415954"/>
                <w:showingPlcHdr/>
                <w:date>
                  <w:dateFormat w:val="d.M.yyyy"/>
                  <w:lid w:val="fi-FI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528" w:type="dxa"/>
                    <w:vAlign w:val="center"/>
                  </w:tcPr>
                  <w:p w14:paraId="52FECC7F" w14:textId="77777777" w:rsidR="0003192E" w:rsidRDefault="00AB6183" w:rsidP="0003192E">
                    <w:pPr>
                      <w:rPr>
                        <w:lang w:val="en-US"/>
                      </w:rPr>
                    </w:pPr>
                    <w:r w:rsidRPr="00AB6183">
                      <w:rPr>
                        <w:rStyle w:val="PlaceholderText"/>
                        <w:lang w:val="en-US"/>
                      </w:rPr>
                      <w:t>Click here to enter a date.</w:t>
                    </w:r>
                  </w:p>
                </w:tc>
              </w:sdtContent>
            </w:sdt>
            <w:permEnd w:id="1268385146" w:displacedByCustomXml="prev"/>
          </w:tr>
          <w:tr w:rsidR="0003192E" w14:paraId="312A04B1" w14:textId="77777777" w:rsidTr="00F17019">
            <w:trPr>
              <w:trHeight w:val="397"/>
            </w:trPr>
            <w:tc>
              <w:tcPr>
                <w:tcW w:w="3686" w:type="dxa"/>
                <w:vAlign w:val="center"/>
              </w:tcPr>
              <w:p w14:paraId="2A3F03DC" w14:textId="77777777" w:rsidR="0003192E" w:rsidRDefault="0003192E" w:rsidP="0003192E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>Signature</w:t>
                </w:r>
              </w:p>
            </w:tc>
            <w:tc>
              <w:tcPr>
                <w:tcW w:w="5528" w:type="dxa"/>
                <w:vAlign w:val="center"/>
              </w:tcPr>
              <w:p w14:paraId="4E83CBB0" w14:textId="77777777" w:rsidR="0003192E" w:rsidRDefault="0003192E" w:rsidP="0003192E">
                <w:pPr>
                  <w:rPr>
                    <w:lang w:val="en-US"/>
                  </w:rPr>
                </w:pPr>
              </w:p>
            </w:tc>
          </w:tr>
          <w:tr w:rsidR="0003192E" w:rsidRPr="00A95F3D" w14:paraId="02C55FBB" w14:textId="77777777" w:rsidTr="00F17019">
            <w:trPr>
              <w:trHeight w:val="283"/>
            </w:trPr>
            <w:tc>
              <w:tcPr>
                <w:tcW w:w="3686" w:type="dxa"/>
                <w:vAlign w:val="center"/>
              </w:tcPr>
              <w:p w14:paraId="3402C767" w14:textId="77777777" w:rsidR="0003192E" w:rsidRDefault="0003192E" w:rsidP="0003192E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>Name of the signatory</w:t>
                </w:r>
              </w:p>
            </w:tc>
            <w:sdt>
              <w:sdtPr>
                <w:rPr>
                  <w:lang w:val="en-US"/>
                </w:rPr>
                <w:id w:val="1656113887"/>
                <w:showingPlcHdr/>
              </w:sdtPr>
              <w:sdtEndPr/>
              <w:sdtContent>
                <w:permStart w:id="1327182142" w:edGrp="everyone" w:displacedByCustomXml="prev"/>
                <w:tc>
                  <w:tcPr>
                    <w:tcW w:w="5528" w:type="dxa"/>
                    <w:vAlign w:val="center"/>
                  </w:tcPr>
                  <w:p w14:paraId="69A890BC" w14:textId="77777777" w:rsidR="0003192E" w:rsidRDefault="0003192E" w:rsidP="0003192E">
                    <w:pPr>
                      <w:rPr>
                        <w:lang w:val="en-US"/>
                      </w:rPr>
                    </w:pPr>
                    <w:r w:rsidRPr="0003192E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  <w:permEnd w:id="1327182142" w:displacedByCustomXml="next"/>
              </w:sdtContent>
            </w:sdt>
          </w:tr>
          <w:tr w:rsidR="0003192E" w:rsidRPr="00A95F3D" w14:paraId="5854733D" w14:textId="77777777" w:rsidTr="00F17019">
            <w:trPr>
              <w:trHeight w:val="283"/>
            </w:trPr>
            <w:tc>
              <w:tcPr>
                <w:tcW w:w="3686" w:type="dxa"/>
                <w:vAlign w:val="center"/>
              </w:tcPr>
              <w:p w14:paraId="68F63DD5" w14:textId="77777777" w:rsidR="0003192E" w:rsidRDefault="0003192E" w:rsidP="0003192E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 xml:space="preserve">Position in the </w:t>
                </w:r>
                <w:proofErr w:type="spellStart"/>
                <w:r w:rsidR="00F17019">
                  <w:rPr>
                    <w:lang w:val="en-US"/>
                  </w:rPr>
                  <w:t>organis</w:t>
                </w:r>
                <w:r>
                  <w:rPr>
                    <w:lang w:val="en-US"/>
                  </w:rPr>
                  <w:t>ation</w:t>
                </w:r>
                <w:proofErr w:type="spellEnd"/>
              </w:p>
            </w:tc>
            <w:sdt>
              <w:sdtPr>
                <w:rPr>
                  <w:lang w:val="en-US"/>
                </w:rPr>
                <w:id w:val="-1543441773"/>
                <w:showingPlcHdr/>
              </w:sdtPr>
              <w:sdtEndPr/>
              <w:sdtContent>
                <w:permStart w:id="732048177" w:edGrp="everyone" w:displacedByCustomXml="prev"/>
                <w:tc>
                  <w:tcPr>
                    <w:tcW w:w="5528" w:type="dxa"/>
                    <w:vAlign w:val="center"/>
                  </w:tcPr>
                  <w:p w14:paraId="49AEF75C" w14:textId="77777777" w:rsidR="0003192E" w:rsidRDefault="0003192E" w:rsidP="0003192E">
                    <w:pPr>
                      <w:rPr>
                        <w:lang w:val="en-US"/>
                      </w:rPr>
                    </w:pPr>
                    <w:r w:rsidRPr="0003192E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  <w:permEnd w:id="732048177" w:displacedByCustomXml="next"/>
              </w:sdtContent>
            </w:sdt>
          </w:tr>
          <w:tr w:rsidR="00ED27F9" w:rsidRPr="00A95F3D" w14:paraId="6A2823AE" w14:textId="77777777" w:rsidTr="00F17019">
            <w:trPr>
              <w:trHeight w:val="283"/>
            </w:trPr>
            <w:tc>
              <w:tcPr>
                <w:tcW w:w="3686" w:type="dxa"/>
                <w:vAlign w:val="center"/>
              </w:tcPr>
              <w:p w14:paraId="3AD5DDCD" w14:textId="77777777" w:rsidR="00ED27F9" w:rsidRDefault="00F17019" w:rsidP="0003192E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 xml:space="preserve">Name of the </w:t>
                </w:r>
                <w:proofErr w:type="spellStart"/>
                <w:r>
                  <w:rPr>
                    <w:lang w:val="en-US"/>
                  </w:rPr>
                  <w:t>organis</w:t>
                </w:r>
                <w:r w:rsidR="00084D52">
                  <w:rPr>
                    <w:lang w:val="en-US"/>
                  </w:rPr>
                  <w:t>ation</w:t>
                </w:r>
                <w:proofErr w:type="spellEnd"/>
              </w:p>
            </w:tc>
            <w:sdt>
              <w:sdtPr>
                <w:rPr>
                  <w:lang w:val="en-US"/>
                </w:rPr>
                <w:id w:val="-1328828994"/>
                <w:showingPlcHdr/>
              </w:sdtPr>
              <w:sdtEndPr/>
              <w:sdtContent>
                <w:permStart w:id="1455162696" w:edGrp="everyone" w:displacedByCustomXml="prev"/>
                <w:tc>
                  <w:tcPr>
                    <w:tcW w:w="5528" w:type="dxa"/>
                    <w:vAlign w:val="center"/>
                  </w:tcPr>
                  <w:p w14:paraId="39AAD7DE" w14:textId="77777777" w:rsidR="00ED27F9" w:rsidRDefault="00ED27F9" w:rsidP="0003192E">
                    <w:pPr>
                      <w:rPr>
                        <w:lang w:val="en-US"/>
                      </w:rPr>
                    </w:pPr>
                    <w:r w:rsidRPr="00ED27F9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  <w:permEnd w:id="1455162696" w:displacedByCustomXml="next"/>
              </w:sdtContent>
            </w:sdt>
          </w:tr>
        </w:tbl>
        <w:p w14:paraId="20EDC7B8" w14:textId="77777777" w:rsidR="00485123" w:rsidRPr="00F17019" w:rsidRDefault="00485123" w:rsidP="00485123">
          <w:pPr>
            <w:tabs>
              <w:tab w:val="left" w:pos="7500"/>
            </w:tabs>
            <w:rPr>
              <w:lang w:val="en-US"/>
            </w:rPr>
          </w:pPr>
        </w:p>
        <w:p w14:paraId="5D139AD5" w14:textId="77777777" w:rsidR="00BB09F6" w:rsidRPr="00485123" w:rsidRDefault="00485123" w:rsidP="00485123">
          <w:pPr>
            <w:tabs>
              <w:tab w:val="left" w:pos="7500"/>
            </w:tabs>
            <w:rPr>
              <w:lang w:val="en-US"/>
            </w:rPr>
          </w:pPr>
          <w:r w:rsidRPr="00485123">
            <w:rPr>
              <w:color w:val="808080" w:themeColor="background1" w:themeShade="80"/>
              <w:sz w:val="20"/>
              <w:lang w:val="en-US"/>
            </w:rPr>
            <w:t xml:space="preserve">Please check that the information provided in these forms is coherent with the information provided </w:t>
          </w:r>
          <w:r>
            <w:rPr>
              <w:color w:val="808080" w:themeColor="background1" w:themeShade="80"/>
              <w:sz w:val="20"/>
              <w:lang w:val="en-US"/>
            </w:rPr>
            <w:br/>
          </w:r>
          <w:r w:rsidRPr="00485123">
            <w:rPr>
              <w:color w:val="808080" w:themeColor="background1" w:themeShade="80"/>
              <w:sz w:val="20"/>
              <w:lang w:val="en-US"/>
            </w:rPr>
            <w:t>in the</w:t>
          </w:r>
          <w:r w:rsidR="00BD7513">
            <w:rPr>
              <w:color w:val="808080" w:themeColor="background1" w:themeShade="80"/>
              <w:sz w:val="20"/>
              <w:lang w:val="en-US"/>
            </w:rPr>
            <w:t xml:space="preserve"> Application Form</w:t>
          </w:r>
          <w:r w:rsidRPr="00485123">
            <w:rPr>
              <w:color w:val="808080" w:themeColor="background1" w:themeShade="80"/>
              <w:sz w:val="20"/>
              <w:lang w:val="en-US"/>
            </w:rPr>
            <w:t>.</w:t>
          </w:r>
          <w:r w:rsidRPr="00485123">
            <w:rPr>
              <w:lang w:val="en-US"/>
            </w:rPr>
            <w:tab/>
          </w:r>
        </w:p>
      </w:sdtContent>
    </w:sdt>
    <w:sectPr w:rsidR="00BB09F6" w:rsidRPr="00485123" w:rsidSect="00F17019">
      <w:headerReference w:type="default" r:id="rId9"/>
      <w:footerReference w:type="default" r:id="rId10"/>
      <w:footerReference w:type="first" r:id="rId11"/>
      <w:pgSz w:w="11906" w:h="16838"/>
      <w:pgMar w:top="2259" w:right="1134" w:bottom="141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A8E709" w14:textId="77777777" w:rsidR="000E3B42" w:rsidRDefault="000E3B42" w:rsidP="00E52752">
      <w:pPr>
        <w:spacing w:after="0" w:line="240" w:lineRule="auto"/>
      </w:pPr>
      <w:r>
        <w:separator/>
      </w:r>
    </w:p>
  </w:endnote>
  <w:endnote w:type="continuationSeparator" w:id="0">
    <w:p w14:paraId="0E2A305F" w14:textId="77777777" w:rsidR="000E3B42" w:rsidRDefault="000E3B42" w:rsidP="00E52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8DE1A" w14:textId="77777777" w:rsidR="00F17019" w:rsidRDefault="00F17019" w:rsidP="00F17019">
    <w:pPr>
      <w:pStyle w:val="Footer"/>
      <w:tabs>
        <w:tab w:val="clear" w:pos="9638"/>
      </w:tabs>
      <w:ind w:right="424"/>
      <w:jc w:val="right"/>
    </w:pPr>
    <w:r w:rsidRPr="00651C02">
      <w:rPr>
        <w:noProof/>
        <w:lang w:eastAsia="fi-FI"/>
      </w:rPr>
      <w:drawing>
        <wp:anchor distT="0" distB="0" distL="114300" distR="114300" simplePos="0" relativeHeight="251665920" behindDoc="0" locked="0" layoutInCell="1" allowOverlap="1" wp14:anchorId="61A9503A" wp14:editId="3777B283">
          <wp:simplePos x="0" y="0"/>
          <wp:positionH relativeFrom="column">
            <wp:posOffset>22860</wp:posOffset>
          </wp:positionH>
          <wp:positionV relativeFrom="page">
            <wp:posOffset>9683750</wp:posOffset>
          </wp:positionV>
          <wp:extent cx="629920" cy="723265"/>
          <wp:effectExtent l="0" t="0" r="0" b="635"/>
          <wp:wrapSquare wrapText="bothSides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 flag 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20" cy="723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 w:rsidR="00BD7513">
      <w:rPr>
        <w:noProof/>
      </w:rPr>
      <w:t>2</w:t>
    </w:r>
    <w:r>
      <w:rPr>
        <w:noProof/>
      </w:rPr>
      <w:fldChar w:fldCharType="end"/>
    </w:r>
    <w:r>
      <w:rPr>
        <w:noProof/>
      </w:rPr>
      <w:t>/</w:t>
    </w:r>
    <w:r>
      <w:rPr>
        <w:noProof/>
      </w:rPr>
      <w:fldChar w:fldCharType="begin"/>
    </w:r>
    <w:r>
      <w:rPr>
        <w:noProof/>
      </w:rPr>
      <w:instrText xml:space="preserve"> NUMPAGES  \# "0"  \* MERGEFORMAT </w:instrText>
    </w:r>
    <w:r>
      <w:rPr>
        <w:noProof/>
      </w:rPr>
      <w:fldChar w:fldCharType="separate"/>
    </w:r>
    <w:r w:rsidR="00BD7513">
      <w:rPr>
        <w:noProof/>
      </w:rPr>
      <w:t>2</w:t>
    </w:r>
    <w:r>
      <w:rPr>
        <w:noProof/>
      </w:rPr>
      <w:fldChar w:fldCharType="end"/>
    </w:r>
  </w:p>
  <w:p w14:paraId="3DDD6F2D" w14:textId="77777777" w:rsidR="00651C02" w:rsidRDefault="00651C02" w:rsidP="00E83439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3591C2" w14:textId="77777777" w:rsidR="006F12E3" w:rsidRDefault="006F12E3">
    <w:pPr>
      <w:pStyle w:val="Footer"/>
    </w:pPr>
    <w:r>
      <w:rPr>
        <w:noProof/>
        <w:lang w:eastAsia="fi-FI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6082595" wp14:editId="01967E61">
              <wp:simplePos x="0" y="0"/>
              <wp:positionH relativeFrom="margin">
                <wp:posOffset>-721360</wp:posOffset>
              </wp:positionH>
              <wp:positionV relativeFrom="page">
                <wp:posOffset>10606405</wp:posOffset>
              </wp:positionV>
              <wp:extent cx="7560000" cy="90000"/>
              <wp:effectExtent l="0" t="0" r="3175" b="5715"/>
              <wp:wrapNone/>
              <wp:docPr id="6" name="Suorakulmi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16F1C8" id="Suorakulmio 6" o:spid="_x0000_s1026" style="position:absolute;margin-left:-56.8pt;margin-top:835.15pt;width:595.3pt;height:7.1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" fillcolor="#a5bf3a [3208]" stroked="f" strokeweight="1pt">
              <w10:wrap anchorx="margin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27D809" w14:textId="77777777" w:rsidR="000E3B42" w:rsidRDefault="000E3B42" w:rsidP="00E52752">
      <w:pPr>
        <w:spacing w:after="0" w:line="240" w:lineRule="auto"/>
      </w:pPr>
      <w:r>
        <w:separator/>
      </w:r>
    </w:p>
  </w:footnote>
  <w:footnote w:type="continuationSeparator" w:id="0">
    <w:p w14:paraId="3288EBF4" w14:textId="77777777" w:rsidR="000E3B42" w:rsidRDefault="000E3B42" w:rsidP="00E52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56A19" w14:textId="77777777" w:rsidR="00B71759" w:rsidRDefault="00B71759" w:rsidP="00E52752">
    <w:pPr>
      <w:pStyle w:val="Header"/>
      <w:jc w:val="right"/>
    </w:pPr>
    <w:r w:rsidRPr="00651C02">
      <w:rPr>
        <w:noProof/>
        <w:lang w:eastAsia="fi-FI"/>
      </w:rPr>
      <w:drawing>
        <wp:anchor distT="0" distB="0" distL="114300" distR="114300" simplePos="0" relativeHeight="251661824" behindDoc="0" locked="0" layoutInCell="1" allowOverlap="1" wp14:anchorId="5D533F20" wp14:editId="5DA9A0F7">
          <wp:simplePos x="0" y="0"/>
          <wp:positionH relativeFrom="column">
            <wp:posOffset>-24130</wp:posOffset>
          </wp:positionH>
          <wp:positionV relativeFrom="page">
            <wp:posOffset>485775</wp:posOffset>
          </wp:positionV>
          <wp:extent cx="2181600" cy="486000"/>
          <wp:effectExtent l="0" t="0" r="0" b="9525"/>
          <wp:wrapSquare wrapText="bothSides"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B logo JP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1600" cy="48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5C3E33F" w14:textId="77777777" w:rsidR="00B71759" w:rsidRDefault="00B71759" w:rsidP="00E52752">
    <w:pPr>
      <w:pStyle w:val="Header"/>
      <w:jc w:val="right"/>
    </w:pPr>
  </w:p>
  <w:p w14:paraId="76F1E17E" w14:textId="77777777" w:rsidR="00B71759" w:rsidRDefault="00B71759" w:rsidP="00E52752">
    <w:pPr>
      <w:pStyle w:val="Header"/>
      <w:jc w:val="right"/>
    </w:pPr>
  </w:p>
  <w:p w14:paraId="3864977C" w14:textId="77777777" w:rsidR="00B71759" w:rsidRDefault="00B71759" w:rsidP="00CE3496">
    <w:pPr>
      <w:pStyle w:val="Header"/>
      <w:tabs>
        <w:tab w:val="left" w:pos="6663"/>
      </w:tabs>
    </w:pPr>
  </w:p>
  <w:p w14:paraId="06143B81" w14:textId="77777777" w:rsidR="00B71759" w:rsidRDefault="00B71759" w:rsidP="00E52752">
    <w:pPr>
      <w:pStyle w:val="Header"/>
      <w:jc w:val="right"/>
    </w:pPr>
  </w:p>
  <w:p w14:paraId="513B73F7" w14:textId="77777777" w:rsidR="006F12E3" w:rsidRDefault="00651C02" w:rsidP="00E52752">
    <w:pPr>
      <w:pStyle w:val="Header"/>
      <w:jc w:val="right"/>
    </w:pPr>
    <w:r w:rsidRPr="00651C02">
      <w:rPr>
        <w:noProof/>
        <w:lang w:eastAsia="fi-FI"/>
      </w:rPr>
      <w:drawing>
        <wp:anchor distT="0" distB="0" distL="114300" distR="114300" simplePos="0" relativeHeight="251659776" behindDoc="1" locked="0" layoutInCell="1" allowOverlap="1" wp14:anchorId="4F91049D" wp14:editId="096ACF8F">
          <wp:simplePos x="0" y="0"/>
          <wp:positionH relativeFrom="page">
            <wp:posOffset>6724650</wp:posOffset>
          </wp:positionH>
          <wp:positionV relativeFrom="page">
            <wp:posOffset>-9525</wp:posOffset>
          </wp:positionV>
          <wp:extent cx="1013098" cy="10512000"/>
          <wp:effectExtent l="0" t="0" r="0" b="3810"/>
          <wp:wrapNone/>
          <wp:docPr id="24" name="Kuva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B_word_bg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3098" cy="105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BE09E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23EEF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B06D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A4A8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5422A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64AF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E6674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E014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5A16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EC6C0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121713"/>
    <w:multiLevelType w:val="hybridMultilevel"/>
    <w:tmpl w:val="BEFC6D0C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D4674"/>
    <w:multiLevelType w:val="hybridMultilevel"/>
    <w:tmpl w:val="CF36F480"/>
    <w:lvl w:ilvl="0" w:tplc="6F568E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A86971"/>
    <w:multiLevelType w:val="hybridMultilevel"/>
    <w:tmpl w:val="BAA4DA38"/>
    <w:lvl w:ilvl="0" w:tplc="82B25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6069D2">
      <w:start w:val="1"/>
      <w:numFmt w:val="lowerLetter"/>
      <w:lvlText w:val="%3."/>
      <w:lvlJc w:val="right"/>
      <w:pPr>
        <w:ind w:left="2160" w:hanging="360"/>
      </w:pPr>
      <w:rPr>
        <w:rFonts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0F47E4"/>
    <w:multiLevelType w:val="hybridMultilevel"/>
    <w:tmpl w:val="8CF6515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C21856"/>
    <w:multiLevelType w:val="multilevel"/>
    <w:tmpl w:val="ED2C369C"/>
    <w:styleLink w:val="Otsikot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5" w15:restartNumberingAfterBreak="0">
    <w:nsid w:val="39815709"/>
    <w:multiLevelType w:val="multilevel"/>
    <w:tmpl w:val="ED2C369C"/>
    <w:numStyleLink w:val="Otsikot"/>
  </w:abstractNum>
  <w:abstractNum w:abstractNumId="16" w15:restartNumberingAfterBreak="0">
    <w:nsid w:val="3D6503F3"/>
    <w:multiLevelType w:val="hybridMultilevel"/>
    <w:tmpl w:val="41D6F91E"/>
    <w:lvl w:ilvl="0" w:tplc="9E6069D2">
      <w:start w:val="1"/>
      <w:numFmt w:val="lowerLetter"/>
      <w:lvlText w:val="%1."/>
      <w:lvlJc w:val="right"/>
      <w:pPr>
        <w:ind w:left="144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160" w:hanging="360"/>
      </w:pPr>
    </w:lvl>
    <w:lvl w:ilvl="2" w:tplc="040B001B" w:tentative="1">
      <w:start w:val="1"/>
      <w:numFmt w:val="lowerRoman"/>
      <w:lvlText w:val="%3."/>
      <w:lvlJc w:val="right"/>
      <w:pPr>
        <w:ind w:left="2880" w:hanging="180"/>
      </w:pPr>
    </w:lvl>
    <w:lvl w:ilvl="3" w:tplc="040B000F" w:tentative="1">
      <w:start w:val="1"/>
      <w:numFmt w:val="decimal"/>
      <w:lvlText w:val="%4."/>
      <w:lvlJc w:val="left"/>
      <w:pPr>
        <w:ind w:left="3600" w:hanging="360"/>
      </w:pPr>
    </w:lvl>
    <w:lvl w:ilvl="4" w:tplc="040B0019" w:tentative="1">
      <w:start w:val="1"/>
      <w:numFmt w:val="lowerLetter"/>
      <w:lvlText w:val="%5."/>
      <w:lvlJc w:val="left"/>
      <w:pPr>
        <w:ind w:left="4320" w:hanging="360"/>
      </w:pPr>
    </w:lvl>
    <w:lvl w:ilvl="5" w:tplc="040B001B" w:tentative="1">
      <w:start w:val="1"/>
      <w:numFmt w:val="lowerRoman"/>
      <w:lvlText w:val="%6."/>
      <w:lvlJc w:val="right"/>
      <w:pPr>
        <w:ind w:left="5040" w:hanging="180"/>
      </w:pPr>
    </w:lvl>
    <w:lvl w:ilvl="6" w:tplc="040B000F" w:tentative="1">
      <w:start w:val="1"/>
      <w:numFmt w:val="decimal"/>
      <w:lvlText w:val="%7."/>
      <w:lvlJc w:val="left"/>
      <w:pPr>
        <w:ind w:left="5760" w:hanging="360"/>
      </w:pPr>
    </w:lvl>
    <w:lvl w:ilvl="7" w:tplc="040B0019" w:tentative="1">
      <w:start w:val="1"/>
      <w:numFmt w:val="lowerLetter"/>
      <w:lvlText w:val="%8."/>
      <w:lvlJc w:val="left"/>
      <w:pPr>
        <w:ind w:left="6480" w:hanging="360"/>
      </w:pPr>
    </w:lvl>
    <w:lvl w:ilvl="8" w:tplc="040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794368B"/>
    <w:multiLevelType w:val="hybridMultilevel"/>
    <w:tmpl w:val="343AE70E"/>
    <w:lvl w:ilvl="0" w:tplc="82B2588E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F1FDF"/>
    <w:multiLevelType w:val="multilevel"/>
    <w:tmpl w:val="5780403A"/>
    <w:styleLink w:val="Otsikkonumeroill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F20D5D"/>
    <w:multiLevelType w:val="hybridMultilevel"/>
    <w:tmpl w:val="936E653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AC6843"/>
    <w:multiLevelType w:val="hybridMultilevel"/>
    <w:tmpl w:val="40A20CD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7528F0"/>
    <w:multiLevelType w:val="hybridMultilevel"/>
    <w:tmpl w:val="891A0F9C"/>
    <w:lvl w:ilvl="0" w:tplc="6F568E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6204EF"/>
    <w:multiLevelType w:val="hybridMultilevel"/>
    <w:tmpl w:val="F37C9D26"/>
    <w:lvl w:ilvl="0" w:tplc="3AAE851C">
      <w:start w:val="1"/>
      <w:numFmt w:val="decimal"/>
      <w:pStyle w:val="Numberlist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6BB5CD1"/>
    <w:multiLevelType w:val="hybridMultilevel"/>
    <w:tmpl w:val="12D85E4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D773C9"/>
    <w:multiLevelType w:val="hybridMultilevel"/>
    <w:tmpl w:val="694E62D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15"/>
  </w:num>
  <w:num w:numId="4">
    <w:abstractNumId w:val="17"/>
  </w:num>
  <w:num w:numId="5">
    <w:abstractNumId w:val="22"/>
  </w:num>
  <w:num w:numId="6">
    <w:abstractNumId w:val="10"/>
  </w:num>
  <w:num w:numId="7">
    <w:abstractNumId w:val="16"/>
  </w:num>
  <w:num w:numId="8">
    <w:abstractNumId w:val="12"/>
  </w:num>
  <w:num w:numId="9">
    <w:abstractNumId w:val="13"/>
  </w:num>
  <w:num w:numId="10">
    <w:abstractNumId w:val="19"/>
  </w:num>
  <w:num w:numId="11">
    <w:abstractNumId w:val="11"/>
  </w:num>
  <w:num w:numId="12">
    <w:abstractNumId w:val="20"/>
  </w:num>
  <w:num w:numId="13">
    <w:abstractNumId w:val="23"/>
  </w:num>
  <w:num w:numId="14">
    <w:abstractNumId w:val="24"/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edit="readOnly" w:enforcement="0"/>
  <w:defaultTabStop w:val="1304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6C2"/>
    <w:rsid w:val="00004AF7"/>
    <w:rsid w:val="000305D5"/>
    <w:rsid w:val="0003192E"/>
    <w:rsid w:val="00032688"/>
    <w:rsid w:val="00037338"/>
    <w:rsid w:val="00037575"/>
    <w:rsid w:val="00042F7C"/>
    <w:rsid w:val="000474E0"/>
    <w:rsid w:val="0005109E"/>
    <w:rsid w:val="000539F5"/>
    <w:rsid w:val="0005430B"/>
    <w:rsid w:val="00056326"/>
    <w:rsid w:val="00061284"/>
    <w:rsid w:val="0006618A"/>
    <w:rsid w:val="00084D52"/>
    <w:rsid w:val="00087DB5"/>
    <w:rsid w:val="00091EE4"/>
    <w:rsid w:val="0009636A"/>
    <w:rsid w:val="00096EE9"/>
    <w:rsid w:val="000A13DB"/>
    <w:rsid w:val="000A15DD"/>
    <w:rsid w:val="000A27C1"/>
    <w:rsid w:val="000B2C61"/>
    <w:rsid w:val="000E3B42"/>
    <w:rsid w:val="000E46C4"/>
    <w:rsid w:val="000E6D8F"/>
    <w:rsid w:val="000F3059"/>
    <w:rsid w:val="001001C8"/>
    <w:rsid w:val="001008D5"/>
    <w:rsid w:val="00104BC0"/>
    <w:rsid w:val="00120A5A"/>
    <w:rsid w:val="00124370"/>
    <w:rsid w:val="00125C4F"/>
    <w:rsid w:val="00140DA9"/>
    <w:rsid w:val="00146E04"/>
    <w:rsid w:val="00151261"/>
    <w:rsid w:val="00174313"/>
    <w:rsid w:val="0017613F"/>
    <w:rsid w:val="00185700"/>
    <w:rsid w:val="001929D3"/>
    <w:rsid w:val="001B3102"/>
    <w:rsid w:val="001C6A41"/>
    <w:rsid w:val="001D179C"/>
    <w:rsid w:val="001E5872"/>
    <w:rsid w:val="001F35C0"/>
    <w:rsid w:val="002245BB"/>
    <w:rsid w:val="002263D5"/>
    <w:rsid w:val="00234FED"/>
    <w:rsid w:val="0024358C"/>
    <w:rsid w:val="00251B71"/>
    <w:rsid w:val="00262544"/>
    <w:rsid w:val="002649EA"/>
    <w:rsid w:val="002A5594"/>
    <w:rsid w:val="002B0B7B"/>
    <w:rsid w:val="002B218C"/>
    <w:rsid w:val="002D112D"/>
    <w:rsid w:val="002E2D68"/>
    <w:rsid w:val="002F14C1"/>
    <w:rsid w:val="002F229F"/>
    <w:rsid w:val="002F5025"/>
    <w:rsid w:val="00300822"/>
    <w:rsid w:val="00301A3B"/>
    <w:rsid w:val="003112B2"/>
    <w:rsid w:val="00313232"/>
    <w:rsid w:val="003254F1"/>
    <w:rsid w:val="00327138"/>
    <w:rsid w:val="00355A92"/>
    <w:rsid w:val="00363F31"/>
    <w:rsid w:val="00372A27"/>
    <w:rsid w:val="003833C3"/>
    <w:rsid w:val="003A233D"/>
    <w:rsid w:val="003B281D"/>
    <w:rsid w:val="003C27C6"/>
    <w:rsid w:val="003C2CDA"/>
    <w:rsid w:val="003D1367"/>
    <w:rsid w:val="003D2E4F"/>
    <w:rsid w:val="003E3894"/>
    <w:rsid w:val="003F44E3"/>
    <w:rsid w:val="003F46F2"/>
    <w:rsid w:val="003F50D7"/>
    <w:rsid w:val="003F6039"/>
    <w:rsid w:val="003F7E5B"/>
    <w:rsid w:val="0040245B"/>
    <w:rsid w:val="004045A7"/>
    <w:rsid w:val="00406F16"/>
    <w:rsid w:val="004077D9"/>
    <w:rsid w:val="00410FA4"/>
    <w:rsid w:val="004155F8"/>
    <w:rsid w:val="004158CA"/>
    <w:rsid w:val="00422BE6"/>
    <w:rsid w:val="00440870"/>
    <w:rsid w:val="00443125"/>
    <w:rsid w:val="00443199"/>
    <w:rsid w:val="0044602A"/>
    <w:rsid w:val="00451102"/>
    <w:rsid w:val="00451E96"/>
    <w:rsid w:val="00453625"/>
    <w:rsid w:val="0045482E"/>
    <w:rsid w:val="00455D91"/>
    <w:rsid w:val="004708BD"/>
    <w:rsid w:val="00485123"/>
    <w:rsid w:val="00490783"/>
    <w:rsid w:val="004A14EE"/>
    <w:rsid w:val="004B04D8"/>
    <w:rsid w:val="004D375D"/>
    <w:rsid w:val="004E25CA"/>
    <w:rsid w:val="004E4507"/>
    <w:rsid w:val="004F2245"/>
    <w:rsid w:val="0050571A"/>
    <w:rsid w:val="005125AB"/>
    <w:rsid w:val="00524457"/>
    <w:rsid w:val="00540538"/>
    <w:rsid w:val="005471F8"/>
    <w:rsid w:val="0055720B"/>
    <w:rsid w:val="00557A78"/>
    <w:rsid w:val="005626C5"/>
    <w:rsid w:val="00562756"/>
    <w:rsid w:val="00562BA1"/>
    <w:rsid w:val="00570DE4"/>
    <w:rsid w:val="005742EF"/>
    <w:rsid w:val="00576FA6"/>
    <w:rsid w:val="005945E0"/>
    <w:rsid w:val="005B242B"/>
    <w:rsid w:val="005B5F73"/>
    <w:rsid w:val="005C79C8"/>
    <w:rsid w:val="005C7F07"/>
    <w:rsid w:val="005D4683"/>
    <w:rsid w:val="005D6807"/>
    <w:rsid w:val="005F1C86"/>
    <w:rsid w:val="005F341C"/>
    <w:rsid w:val="00601CF4"/>
    <w:rsid w:val="00630EAF"/>
    <w:rsid w:val="00631944"/>
    <w:rsid w:val="00651B11"/>
    <w:rsid w:val="00651C02"/>
    <w:rsid w:val="00675AA6"/>
    <w:rsid w:val="00680465"/>
    <w:rsid w:val="0068207A"/>
    <w:rsid w:val="00690810"/>
    <w:rsid w:val="0069404C"/>
    <w:rsid w:val="006B2259"/>
    <w:rsid w:val="006C21BE"/>
    <w:rsid w:val="006E6A53"/>
    <w:rsid w:val="006F12E3"/>
    <w:rsid w:val="006F2662"/>
    <w:rsid w:val="006F59E9"/>
    <w:rsid w:val="00737755"/>
    <w:rsid w:val="00747223"/>
    <w:rsid w:val="007515AC"/>
    <w:rsid w:val="00754C0C"/>
    <w:rsid w:val="00770DE6"/>
    <w:rsid w:val="007722F4"/>
    <w:rsid w:val="00772A28"/>
    <w:rsid w:val="00792F45"/>
    <w:rsid w:val="00793E05"/>
    <w:rsid w:val="007A0D6C"/>
    <w:rsid w:val="007A1E35"/>
    <w:rsid w:val="007A24D1"/>
    <w:rsid w:val="007B57F6"/>
    <w:rsid w:val="007B77DB"/>
    <w:rsid w:val="007D2BF8"/>
    <w:rsid w:val="007E7CE7"/>
    <w:rsid w:val="007F37D2"/>
    <w:rsid w:val="007F39A2"/>
    <w:rsid w:val="007F3FAC"/>
    <w:rsid w:val="007F6F01"/>
    <w:rsid w:val="00831541"/>
    <w:rsid w:val="008345A5"/>
    <w:rsid w:val="00837F02"/>
    <w:rsid w:val="00841C02"/>
    <w:rsid w:val="008561E8"/>
    <w:rsid w:val="00856831"/>
    <w:rsid w:val="00874714"/>
    <w:rsid w:val="00892D45"/>
    <w:rsid w:val="008933F7"/>
    <w:rsid w:val="00894CBD"/>
    <w:rsid w:val="008A609A"/>
    <w:rsid w:val="008C4AF7"/>
    <w:rsid w:val="008D00D5"/>
    <w:rsid w:val="008D39AB"/>
    <w:rsid w:val="008D3F57"/>
    <w:rsid w:val="008E0B7B"/>
    <w:rsid w:val="008E7EF4"/>
    <w:rsid w:val="008F0D5E"/>
    <w:rsid w:val="008F1DA8"/>
    <w:rsid w:val="008F58AF"/>
    <w:rsid w:val="00901E86"/>
    <w:rsid w:val="00904C25"/>
    <w:rsid w:val="00905DB7"/>
    <w:rsid w:val="00915EE0"/>
    <w:rsid w:val="009360F1"/>
    <w:rsid w:val="00941F72"/>
    <w:rsid w:val="00944324"/>
    <w:rsid w:val="00951E07"/>
    <w:rsid w:val="00964FAE"/>
    <w:rsid w:val="009650B6"/>
    <w:rsid w:val="00967814"/>
    <w:rsid w:val="00974FB4"/>
    <w:rsid w:val="00975447"/>
    <w:rsid w:val="0098363C"/>
    <w:rsid w:val="00990A3E"/>
    <w:rsid w:val="0099695D"/>
    <w:rsid w:val="009978A0"/>
    <w:rsid w:val="009B34AC"/>
    <w:rsid w:val="009B70FD"/>
    <w:rsid w:val="009C5C0C"/>
    <w:rsid w:val="009D0BD4"/>
    <w:rsid w:val="009D11A0"/>
    <w:rsid w:val="009E0417"/>
    <w:rsid w:val="009E7C37"/>
    <w:rsid w:val="009F54D7"/>
    <w:rsid w:val="00A24FD2"/>
    <w:rsid w:val="00A251D7"/>
    <w:rsid w:val="00A3788F"/>
    <w:rsid w:val="00A46AE7"/>
    <w:rsid w:val="00A50F7C"/>
    <w:rsid w:val="00A551A4"/>
    <w:rsid w:val="00A63515"/>
    <w:rsid w:val="00A73DC7"/>
    <w:rsid w:val="00A750C1"/>
    <w:rsid w:val="00A87EB1"/>
    <w:rsid w:val="00A93DD6"/>
    <w:rsid w:val="00A95F3D"/>
    <w:rsid w:val="00AA172C"/>
    <w:rsid w:val="00AA6B09"/>
    <w:rsid w:val="00AB2228"/>
    <w:rsid w:val="00AB3DB9"/>
    <w:rsid w:val="00AB6183"/>
    <w:rsid w:val="00AC2F25"/>
    <w:rsid w:val="00AC59B1"/>
    <w:rsid w:val="00AD10DC"/>
    <w:rsid w:val="00AD2BF4"/>
    <w:rsid w:val="00AE093C"/>
    <w:rsid w:val="00AF2D10"/>
    <w:rsid w:val="00B1012A"/>
    <w:rsid w:val="00B30408"/>
    <w:rsid w:val="00B31C70"/>
    <w:rsid w:val="00B43579"/>
    <w:rsid w:val="00B5111B"/>
    <w:rsid w:val="00B71759"/>
    <w:rsid w:val="00B76615"/>
    <w:rsid w:val="00B848DD"/>
    <w:rsid w:val="00B966C2"/>
    <w:rsid w:val="00BA2E47"/>
    <w:rsid w:val="00BB09F6"/>
    <w:rsid w:val="00BB27E7"/>
    <w:rsid w:val="00BB62FD"/>
    <w:rsid w:val="00BB77DD"/>
    <w:rsid w:val="00BC4A91"/>
    <w:rsid w:val="00BC503B"/>
    <w:rsid w:val="00BD1171"/>
    <w:rsid w:val="00BD3208"/>
    <w:rsid w:val="00BD6B7D"/>
    <w:rsid w:val="00BD7513"/>
    <w:rsid w:val="00BE50E7"/>
    <w:rsid w:val="00BF0661"/>
    <w:rsid w:val="00BF06FE"/>
    <w:rsid w:val="00BF3E8A"/>
    <w:rsid w:val="00BF7760"/>
    <w:rsid w:val="00C02ACA"/>
    <w:rsid w:val="00C06A43"/>
    <w:rsid w:val="00C06ADA"/>
    <w:rsid w:val="00C111DA"/>
    <w:rsid w:val="00C2695A"/>
    <w:rsid w:val="00C274BB"/>
    <w:rsid w:val="00C3029A"/>
    <w:rsid w:val="00C4080E"/>
    <w:rsid w:val="00C45181"/>
    <w:rsid w:val="00C47D81"/>
    <w:rsid w:val="00C530C2"/>
    <w:rsid w:val="00C67A7F"/>
    <w:rsid w:val="00C84B4A"/>
    <w:rsid w:val="00CA03AA"/>
    <w:rsid w:val="00CA4280"/>
    <w:rsid w:val="00CA6950"/>
    <w:rsid w:val="00CB0998"/>
    <w:rsid w:val="00CB136C"/>
    <w:rsid w:val="00CC1D8E"/>
    <w:rsid w:val="00CC6035"/>
    <w:rsid w:val="00CE3496"/>
    <w:rsid w:val="00D02561"/>
    <w:rsid w:val="00D05B8B"/>
    <w:rsid w:val="00D14617"/>
    <w:rsid w:val="00D21F99"/>
    <w:rsid w:val="00D33F43"/>
    <w:rsid w:val="00D343C5"/>
    <w:rsid w:val="00D52F2E"/>
    <w:rsid w:val="00D70DD9"/>
    <w:rsid w:val="00D770B3"/>
    <w:rsid w:val="00D81DC7"/>
    <w:rsid w:val="00D91936"/>
    <w:rsid w:val="00DB0D83"/>
    <w:rsid w:val="00DB742E"/>
    <w:rsid w:val="00DC57E9"/>
    <w:rsid w:val="00DC6932"/>
    <w:rsid w:val="00DD25DD"/>
    <w:rsid w:val="00DD66F9"/>
    <w:rsid w:val="00DE5A75"/>
    <w:rsid w:val="00DE73FD"/>
    <w:rsid w:val="00DF46FC"/>
    <w:rsid w:val="00DF62AB"/>
    <w:rsid w:val="00E0086E"/>
    <w:rsid w:val="00E03234"/>
    <w:rsid w:val="00E13447"/>
    <w:rsid w:val="00E14189"/>
    <w:rsid w:val="00E22E0D"/>
    <w:rsid w:val="00E3530E"/>
    <w:rsid w:val="00E35950"/>
    <w:rsid w:val="00E521F6"/>
    <w:rsid w:val="00E52752"/>
    <w:rsid w:val="00E54955"/>
    <w:rsid w:val="00E56BCD"/>
    <w:rsid w:val="00E6147F"/>
    <w:rsid w:val="00E61AC3"/>
    <w:rsid w:val="00E769CF"/>
    <w:rsid w:val="00E83439"/>
    <w:rsid w:val="00EA2206"/>
    <w:rsid w:val="00EB6BC9"/>
    <w:rsid w:val="00ED27F9"/>
    <w:rsid w:val="00ED2A07"/>
    <w:rsid w:val="00EE347B"/>
    <w:rsid w:val="00EF7D13"/>
    <w:rsid w:val="00F05C8B"/>
    <w:rsid w:val="00F06F45"/>
    <w:rsid w:val="00F14354"/>
    <w:rsid w:val="00F15366"/>
    <w:rsid w:val="00F17019"/>
    <w:rsid w:val="00F1798F"/>
    <w:rsid w:val="00F20B56"/>
    <w:rsid w:val="00F30BF4"/>
    <w:rsid w:val="00F32DE3"/>
    <w:rsid w:val="00F36551"/>
    <w:rsid w:val="00F41029"/>
    <w:rsid w:val="00F4712D"/>
    <w:rsid w:val="00F5166B"/>
    <w:rsid w:val="00F65365"/>
    <w:rsid w:val="00F65F59"/>
    <w:rsid w:val="00F70C06"/>
    <w:rsid w:val="00F70FC4"/>
    <w:rsid w:val="00F7180E"/>
    <w:rsid w:val="00F74A20"/>
    <w:rsid w:val="00F76D7F"/>
    <w:rsid w:val="00F8656F"/>
    <w:rsid w:val="00FB2C2C"/>
    <w:rsid w:val="00FB55F8"/>
    <w:rsid w:val="00FB6D57"/>
    <w:rsid w:val="00FD4AFD"/>
    <w:rsid w:val="00FF4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,"/>
  <w14:docId w14:val="59D68727"/>
  <w15:docId w15:val="{6DA749A2-AD47-4D22-81B3-498147809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3199"/>
  </w:style>
  <w:style w:type="paragraph" w:styleId="Heading1">
    <w:name w:val="heading 1"/>
    <w:next w:val="Normal"/>
    <w:link w:val="Heading1Char"/>
    <w:uiPriority w:val="1"/>
    <w:qFormat/>
    <w:rsid w:val="00B71759"/>
    <w:pPr>
      <w:keepNext/>
      <w:keepLines/>
      <w:spacing w:before="120" w:after="240"/>
      <w:outlineLvl w:val="0"/>
    </w:pPr>
    <w:rPr>
      <w:rFonts w:asciiTheme="majorHAnsi" w:eastAsiaTheme="majorEastAsia" w:hAnsiTheme="majorHAnsi" w:cstheme="majorBidi"/>
      <w:b/>
      <w:color w:val="001489"/>
      <w:sz w:val="40"/>
      <w:szCs w:val="32"/>
      <w:lang w:val="en-US"/>
    </w:rPr>
  </w:style>
  <w:style w:type="paragraph" w:styleId="Heading2">
    <w:name w:val="heading 2"/>
    <w:basedOn w:val="Heading1"/>
    <w:next w:val="Normal"/>
    <w:link w:val="Heading2Char"/>
    <w:uiPriority w:val="1"/>
    <w:qFormat/>
    <w:rsid w:val="00B71759"/>
    <w:pPr>
      <w:numPr>
        <w:ilvl w:val="1"/>
      </w:numPr>
      <w:spacing w:before="240"/>
      <w:outlineLvl w:val="1"/>
    </w:pPr>
    <w:rPr>
      <w:color w:val="69ACDF"/>
      <w:sz w:val="36"/>
      <w:szCs w:val="36"/>
    </w:rPr>
  </w:style>
  <w:style w:type="paragraph" w:styleId="Heading3">
    <w:name w:val="heading 3"/>
    <w:basedOn w:val="Heading2"/>
    <w:next w:val="Normal"/>
    <w:link w:val="Heading3Char"/>
    <w:uiPriority w:val="1"/>
    <w:qFormat/>
    <w:rsid w:val="00837F02"/>
    <w:pPr>
      <w:numPr>
        <w:ilvl w:val="0"/>
      </w:numPr>
      <w:spacing w:before="400" w:after="200"/>
      <w:outlineLvl w:val="2"/>
    </w:pPr>
    <w:rPr>
      <w:sz w:val="26"/>
      <w:szCs w:val="26"/>
    </w:rPr>
  </w:style>
  <w:style w:type="paragraph" w:styleId="Heading4">
    <w:name w:val="heading 4"/>
    <w:aliases w:val="Heading 2_"/>
    <w:basedOn w:val="Heading3"/>
    <w:next w:val="Normal"/>
    <w:link w:val="Heading4Char"/>
    <w:uiPriority w:val="99"/>
    <w:semiHidden/>
    <w:rsid w:val="00DB0D83"/>
    <w:pPr>
      <w:numPr>
        <w:ilvl w:val="3"/>
      </w:numPr>
      <w:outlineLvl w:val="3"/>
    </w:pPr>
    <w:rPr>
      <w:iCs/>
    </w:rPr>
  </w:style>
  <w:style w:type="paragraph" w:styleId="Heading5">
    <w:name w:val="heading 5"/>
    <w:aliases w:val="Heading  4"/>
    <w:basedOn w:val="Normal"/>
    <w:next w:val="Normal"/>
    <w:link w:val="Heading5Char"/>
    <w:uiPriority w:val="99"/>
    <w:semiHidden/>
    <w:rsid w:val="00BB09F6"/>
    <w:pPr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71759"/>
    <w:rPr>
      <w:rFonts w:asciiTheme="majorHAnsi" w:eastAsiaTheme="majorEastAsia" w:hAnsiTheme="majorHAnsi" w:cstheme="majorBidi"/>
      <w:b/>
      <w:color w:val="001489"/>
      <w:sz w:val="40"/>
      <w:szCs w:val="3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BC9"/>
    <w:rPr>
      <w:rFonts w:ascii="Segoe UI" w:hAnsi="Segoe UI" w:cs="Segoe UI"/>
      <w:sz w:val="18"/>
      <w:szCs w:val="18"/>
    </w:rPr>
  </w:style>
  <w:style w:type="numbering" w:customStyle="1" w:styleId="Otsikkonumeroilla">
    <w:name w:val="Otsikko numeroilla"/>
    <w:uiPriority w:val="99"/>
    <w:rsid w:val="00EB6BC9"/>
    <w:pPr>
      <w:numPr>
        <w:numId w:val="1"/>
      </w:numPr>
    </w:pPr>
  </w:style>
  <w:style w:type="paragraph" w:styleId="ListParagraph">
    <w:name w:val="List Paragraph"/>
    <w:basedOn w:val="Normal"/>
    <w:link w:val="ListParagraphChar"/>
    <w:uiPriority w:val="34"/>
    <w:qFormat/>
    <w:rsid w:val="00EB6BC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1"/>
    <w:rsid w:val="00B71759"/>
    <w:rPr>
      <w:rFonts w:asciiTheme="majorHAnsi" w:eastAsiaTheme="majorEastAsia" w:hAnsiTheme="majorHAnsi" w:cstheme="majorBidi"/>
      <w:b/>
      <w:color w:val="69ACDF"/>
      <w:sz w:val="36"/>
      <w:szCs w:val="36"/>
      <w:lang w:val="en-US"/>
    </w:rPr>
  </w:style>
  <w:style w:type="character" w:customStyle="1" w:styleId="Heading3Char">
    <w:name w:val="Heading 3 Char"/>
    <w:basedOn w:val="DefaultParagraphFont"/>
    <w:link w:val="Heading3"/>
    <w:uiPriority w:val="1"/>
    <w:rsid w:val="00A46AE7"/>
    <w:rPr>
      <w:rFonts w:asciiTheme="majorHAnsi" w:eastAsiaTheme="majorEastAsia" w:hAnsiTheme="majorHAnsi" w:cstheme="majorBidi"/>
      <w:b/>
      <w:color w:val="69ACDF"/>
      <w:sz w:val="26"/>
      <w:szCs w:val="26"/>
      <w:lang w:val="en-US"/>
    </w:rPr>
  </w:style>
  <w:style w:type="character" w:customStyle="1" w:styleId="Heading4Char">
    <w:name w:val="Heading 4 Char"/>
    <w:aliases w:val="Heading 2_ Char"/>
    <w:basedOn w:val="DefaultParagraphFont"/>
    <w:link w:val="Heading4"/>
    <w:uiPriority w:val="99"/>
    <w:semiHidden/>
    <w:rsid w:val="00BB09F6"/>
    <w:rPr>
      <w:rFonts w:asciiTheme="majorHAnsi" w:eastAsiaTheme="majorEastAsia" w:hAnsiTheme="majorHAnsi" w:cstheme="majorBidi"/>
      <w:b/>
      <w:iCs/>
      <w:color w:val="69ACDF"/>
      <w:sz w:val="26"/>
      <w:szCs w:val="26"/>
      <w:lang w:val="en-US"/>
    </w:rPr>
  </w:style>
  <w:style w:type="numbering" w:customStyle="1" w:styleId="Otsikot">
    <w:name w:val="Otsikot"/>
    <w:uiPriority w:val="99"/>
    <w:rsid w:val="005742EF"/>
    <w:pPr>
      <w:numPr>
        <w:numId w:val="2"/>
      </w:numPr>
    </w:pPr>
  </w:style>
  <w:style w:type="paragraph" w:styleId="Subtitle">
    <w:name w:val="Subtitle"/>
    <w:aliases w:val="Sub header without numbering"/>
    <w:basedOn w:val="Normal"/>
    <w:next w:val="Normal"/>
    <w:link w:val="SubtitleChar"/>
    <w:uiPriority w:val="11"/>
    <w:semiHidden/>
    <w:qFormat/>
    <w:rsid w:val="00AA6B09"/>
    <w:pPr>
      <w:numPr>
        <w:ilvl w:val="1"/>
      </w:numPr>
      <w:spacing w:before="360" w:after="120"/>
    </w:pPr>
    <w:rPr>
      <w:rFonts w:eastAsiaTheme="minorEastAsia"/>
      <w:b/>
      <w:color w:val="001489"/>
      <w:lang w:val="en-US"/>
    </w:rPr>
  </w:style>
  <w:style w:type="character" w:customStyle="1" w:styleId="SubtitleChar">
    <w:name w:val="Subtitle Char"/>
    <w:aliases w:val="Sub header without numbering Char"/>
    <w:basedOn w:val="DefaultParagraphFont"/>
    <w:link w:val="Subtitle"/>
    <w:uiPriority w:val="11"/>
    <w:semiHidden/>
    <w:rsid w:val="005F1C86"/>
    <w:rPr>
      <w:rFonts w:eastAsiaTheme="minorEastAsia"/>
      <w:b/>
      <w:color w:val="001489"/>
      <w:lang w:val="en-US"/>
    </w:rPr>
  </w:style>
  <w:style w:type="character" w:styleId="BookTitle">
    <w:name w:val="Book Title"/>
    <w:basedOn w:val="DefaultParagraphFont"/>
    <w:uiPriority w:val="33"/>
    <w:semiHidden/>
    <w:rsid w:val="005742EF"/>
    <w:rPr>
      <w:b/>
      <w:bCs/>
      <w:i/>
      <w:iCs/>
      <w:spacing w:val="5"/>
    </w:rPr>
  </w:style>
  <w:style w:type="paragraph" w:customStyle="1" w:styleId="Bulletlist">
    <w:name w:val="Bullet list"/>
    <w:basedOn w:val="ListParagraph"/>
    <w:link w:val="BulletlistChar"/>
    <w:uiPriority w:val="2"/>
    <w:qFormat/>
    <w:rsid w:val="00F4712D"/>
    <w:pPr>
      <w:numPr>
        <w:numId w:val="4"/>
      </w:numPr>
      <w:spacing w:before="120" w:after="240" w:line="240" w:lineRule="auto"/>
      <w:ind w:left="1418" w:right="1134" w:hanging="284"/>
      <w:contextualSpacing w:val="0"/>
    </w:pPr>
    <w:rPr>
      <w:sz w:val="20"/>
      <w:szCs w:val="20"/>
      <w:lang w:val="en-US"/>
    </w:rPr>
  </w:style>
  <w:style w:type="paragraph" w:styleId="NoSpacing">
    <w:name w:val="No Spacing"/>
    <w:link w:val="NoSpacingChar"/>
    <w:uiPriority w:val="1"/>
    <w:qFormat/>
    <w:rsid w:val="00DB0D83"/>
    <w:pPr>
      <w:spacing w:after="0" w:line="240" w:lineRule="auto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DB0D83"/>
  </w:style>
  <w:style w:type="character" w:customStyle="1" w:styleId="BulletlistChar">
    <w:name w:val="Bullet list Char"/>
    <w:basedOn w:val="ListParagraphChar"/>
    <w:link w:val="Bulletlist"/>
    <w:uiPriority w:val="2"/>
    <w:rsid w:val="00A46AE7"/>
    <w:rPr>
      <w:sz w:val="20"/>
      <w:szCs w:val="20"/>
      <w:lang w:val="en-US"/>
    </w:rPr>
  </w:style>
  <w:style w:type="paragraph" w:customStyle="1" w:styleId="Imageheading">
    <w:name w:val="Image heading"/>
    <w:basedOn w:val="Normal"/>
    <w:next w:val="Normal"/>
    <w:link w:val="ImageheadingChar"/>
    <w:uiPriority w:val="1"/>
    <w:rsid w:val="00D21F99"/>
    <w:pPr>
      <w:spacing w:before="360" w:after="120"/>
    </w:pPr>
    <w:rPr>
      <w:color w:val="0014AD"/>
      <w:sz w:val="20"/>
      <w:lang w:val="en-US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C2695A"/>
  </w:style>
  <w:style w:type="character" w:customStyle="1" w:styleId="ImageheadingChar">
    <w:name w:val="Image heading Char"/>
    <w:basedOn w:val="DefaultParagraphFont"/>
    <w:link w:val="Imageheading"/>
    <w:uiPriority w:val="1"/>
    <w:rsid w:val="00A46AE7"/>
    <w:rPr>
      <w:color w:val="0014AD"/>
      <w:sz w:val="20"/>
      <w:lang w:val="en-US"/>
    </w:rPr>
  </w:style>
  <w:style w:type="character" w:styleId="PlaceholderText">
    <w:name w:val="Placeholder Text"/>
    <w:basedOn w:val="DefaultParagraphFont"/>
    <w:uiPriority w:val="99"/>
    <w:semiHidden/>
    <w:rsid w:val="00E5275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527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2752"/>
  </w:style>
  <w:style w:type="paragraph" w:styleId="Footer">
    <w:name w:val="footer"/>
    <w:basedOn w:val="Normal"/>
    <w:link w:val="FooterChar"/>
    <w:uiPriority w:val="99"/>
    <w:unhideWhenUsed/>
    <w:rsid w:val="00690810"/>
    <w:pPr>
      <w:tabs>
        <w:tab w:val="center" w:pos="4819"/>
        <w:tab w:val="right" w:pos="9638"/>
      </w:tabs>
      <w:spacing w:after="0" w:line="240" w:lineRule="auto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690810"/>
    <w:rPr>
      <w:sz w:val="20"/>
    </w:rPr>
  </w:style>
  <w:style w:type="table" w:styleId="TableGrid">
    <w:name w:val="Table Grid"/>
    <w:basedOn w:val="TableNormal"/>
    <w:uiPriority w:val="39"/>
    <w:rsid w:val="00E76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51">
    <w:name w:val="Grid Table 5 Dark - Accent 51"/>
    <w:basedOn w:val="TableNormal"/>
    <w:uiPriority w:val="50"/>
    <w:rsid w:val="00E769C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BF3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BF3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BF3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BF3A" w:themeFill="accent5"/>
      </w:tcPr>
    </w:tblStylePr>
    <w:tblStylePr w:type="band1Vert">
      <w:tblPr/>
      <w:tcPr>
        <w:shd w:val="clear" w:color="auto" w:fill="DBE6AE" w:themeFill="accent5" w:themeFillTint="66"/>
      </w:tcPr>
    </w:tblStylePr>
    <w:tblStylePr w:type="band1Horz">
      <w:tblPr/>
      <w:tcPr>
        <w:shd w:val="clear" w:color="auto" w:fill="DBE6AE" w:themeFill="accent5" w:themeFillTint="66"/>
      </w:tcPr>
    </w:tblStylePr>
  </w:style>
  <w:style w:type="table" w:customStyle="1" w:styleId="GridTable4-Accent61">
    <w:name w:val="Grid Table 4 - Accent 61"/>
    <w:basedOn w:val="TableNormal"/>
    <w:uiPriority w:val="49"/>
    <w:rsid w:val="00E769CF"/>
    <w:pPr>
      <w:spacing w:after="0" w:line="240" w:lineRule="auto"/>
    </w:pPr>
    <w:tblPr>
      <w:tblStyleRowBandSize w:val="1"/>
      <w:tblStyleColBandSize w:val="1"/>
      <w:tblBorders>
        <w:top w:val="single" w:sz="4" w:space="0" w:color="D6EDA6" w:themeColor="accent6" w:themeTint="99"/>
        <w:left w:val="single" w:sz="4" w:space="0" w:color="D6EDA6" w:themeColor="accent6" w:themeTint="99"/>
        <w:bottom w:val="single" w:sz="4" w:space="0" w:color="D6EDA6" w:themeColor="accent6" w:themeTint="99"/>
        <w:right w:val="single" w:sz="4" w:space="0" w:color="D6EDA6" w:themeColor="accent6" w:themeTint="99"/>
        <w:insideH w:val="single" w:sz="4" w:space="0" w:color="D6EDA6" w:themeColor="accent6" w:themeTint="99"/>
        <w:insideV w:val="single" w:sz="4" w:space="0" w:color="D6ED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CE26B" w:themeColor="accent6"/>
          <w:left w:val="single" w:sz="4" w:space="0" w:color="BCE26B" w:themeColor="accent6"/>
          <w:bottom w:val="single" w:sz="4" w:space="0" w:color="BCE26B" w:themeColor="accent6"/>
          <w:right w:val="single" w:sz="4" w:space="0" w:color="BCE26B" w:themeColor="accent6"/>
          <w:insideH w:val="nil"/>
          <w:insideV w:val="nil"/>
        </w:tcBorders>
        <w:shd w:val="clear" w:color="auto" w:fill="BCE26B" w:themeFill="accent6"/>
      </w:tcPr>
    </w:tblStylePr>
    <w:tblStylePr w:type="lastRow">
      <w:rPr>
        <w:b/>
        <w:bCs/>
      </w:rPr>
      <w:tblPr/>
      <w:tcPr>
        <w:tcBorders>
          <w:top w:val="double" w:sz="4" w:space="0" w:color="BCE26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9E1" w:themeFill="accent6" w:themeFillTint="33"/>
      </w:tcPr>
    </w:tblStylePr>
    <w:tblStylePr w:type="band1Horz">
      <w:tblPr/>
      <w:tcPr>
        <w:shd w:val="clear" w:color="auto" w:fill="F1F9E1" w:themeFill="accent6" w:themeFillTint="33"/>
      </w:tcPr>
    </w:tblStylePr>
  </w:style>
  <w:style w:type="table" w:customStyle="1" w:styleId="GridTable4-Accent41">
    <w:name w:val="Grid Table 4 - Accent 41"/>
    <w:basedOn w:val="TableNormal"/>
    <w:uiPriority w:val="49"/>
    <w:rsid w:val="00E769CF"/>
    <w:pPr>
      <w:spacing w:after="0" w:line="240" w:lineRule="auto"/>
    </w:pPr>
    <w:tblPr>
      <w:tblStyleRowBandSize w:val="1"/>
      <w:tblStyleColBandSize w:val="1"/>
      <w:tblBorders>
        <w:top w:val="single" w:sz="4" w:space="0" w:color="D8D8D8" w:themeColor="accent4" w:themeTint="99"/>
        <w:left w:val="single" w:sz="4" w:space="0" w:color="D8D8D8" w:themeColor="accent4" w:themeTint="99"/>
        <w:bottom w:val="single" w:sz="4" w:space="0" w:color="D8D8D8" w:themeColor="accent4" w:themeTint="99"/>
        <w:right w:val="single" w:sz="4" w:space="0" w:color="D8D8D8" w:themeColor="accent4" w:themeTint="99"/>
        <w:insideH w:val="single" w:sz="4" w:space="0" w:color="D8D8D8" w:themeColor="accent4" w:themeTint="99"/>
        <w:insideV w:val="single" w:sz="4" w:space="0" w:color="D8D8D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FBFBF" w:themeColor="accent4"/>
          <w:left w:val="single" w:sz="4" w:space="0" w:color="BFBFBF" w:themeColor="accent4"/>
          <w:bottom w:val="single" w:sz="4" w:space="0" w:color="BFBFBF" w:themeColor="accent4"/>
          <w:right w:val="single" w:sz="4" w:space="0" w:color="BFBFBF" w:themeColor="accent4"/>
          <w:insideH w:val="nil"/>
          <w:insideV w:val="nil"/>
        </w:tcBorders>
        <w:shd w:val="clear" w:color="auto" w:fill="BFBFBF" w:themeFill="accent4"/>
      </w:tcPr>
    </w:tblStylePr>
    <w:tblStylePr w:type="lastRow">
      <w:rPr>
        <w:b/>
        <w:bCs/>
      </w:rPr>
      <w:tblPr/>
      <w:tcPr>
        <w:tcBorders>
          <w:top w:val="double" w:sz="4" w:space="0" w:color="BFBFB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accent4" w:themeFillTint="33"/>
      </w:tcPr>
    </w:tblStylePr>
    <w:tblStylePr w:type="band1Horz">
      <w:tblPr/>
      <w:tcPr>
        <w:shd w:val="clear" w:color="auto" w:fill="F2F2F2" w:themeFill="accent4" w:themeFillTint="33"/>
      </w:tcPr>
    </w:tblStylePr>
  </w:style>
  <w:style w:type="table" w:customStyle="1" w:styleId="GridTable4-Accent51">
    <w:name w:val="Grid Table 4 - Accent 51"/>
    <w:basedOn w:val="TableNormal"/>
    <w:uiPriority w:val="49"/>
    <w:rsid w:val="00E769CF"/>
    <w:pPr>
      <w:spacing w:after="0" w:line="240" w:lineRule="auto"/>
    </w:pPr>
    <w:tblPr>
      <w:tblStyleRowBandSize w:val="1"/>
      <w:tblStyleColBandSize w:val="1"/>
      <w:tblBorders>
        <w:top w:val="single" w:sz="4" w:space="0" w:color="CADA86" w:themeColor="accent5" w:themeTint="99"/>
        <w:left w:val="single" w:sz="4" w:space="0" w:color="CADA86" w:themeColor="accent5" w:themeTint="99"/>
        <w:bottom w:val="single" w:sz="4" w:space="0" w:color="CADA86" w:themeColor="accent5" w:themeTint="99"/>
        <w:right w:val="single" w:sz="4" w:space="0" w:color="CADA86" w:themeColor="accent5" w:themeTint="99"/>
        <w:insideH w:val="single" w:sz="4" w:space="0" w:color="CADA86" w:themeColor="accent5" w:themeTint="99"/>
        <w:insideV w:val="single" w:sz="4" w:space="0" w:color="CADA8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BF3A" w:themeColor="accent5"/>
          <w:left w:val="single" w:sz="4" w:space="0" w:color="A5BF3A" w:themeColor="accent5"/>
          <w:bottom w:val="single" w:sz="4" w:space="0" w:color="A5BF3A" w:themeColor="accent5"/>
          <w:right w:val="single" w:sz="4" w:space="0" w:color="A5BF3A" w:themeColor="accent5"/>
          <w:insideH w:val="nil"/>
          <w:insideV w:val="nil"/>
        </w:tcBorders>
        <w:shd w:val="clear" w:color="auto" w:fill="A5BF3A" w:themeFill="accent5"/>
      </w:tcPr>
    </w:tblStylePr>
    <w:tblStylePr w:type="lastRow">
      <w:rPr>
        <w:b/>
        <w:bCs/>
      </w:rPr>
      <w:tblPr/>
      <w:tcPr>
        <w:tcBorders>
          <w:top w:val="double" w:sz="4" w:space="0" w:color="A5BF3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2D6" w:themeFill="accent5" w:themeFillTint="33"/>
      </w:tcPr>
    </w:tblStylePr>
    <w:tblStylePr w:type="band1Horz">
      <w:tblPr/>
      <w:tcPr>
        <w:shd w:val="clear" w:color="auto" w:fill="EDF2D6" w:themeFill="accent5" w:themeFillTint="33"/>
      </w:tcPr>
    </w:tblStylePr>
  </w:style>
  <w:style w:type="table" w:customStyle="1" w:styleId="GridTable5Dark-Accent61">
    <w:name w:val="Grid Table 5 Dark - Accent 61"/>
    <w:basedOn w:val="TableNormal"/>
    <w:uiPriority w:val="50"/>
    <w:rsid w:val="00E769C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9E1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CE26B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CE26B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CE26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CE26B" w:themeFill="accent6"/>
      </w:tcPr>
    </w:tblStylePr>
    <w:tblStylePr w:type="band1Vert">
      <w:tblPr/>
      <w:tcPr>
        <w:shd w:val="clear" w:color="auto" w:fill="E4F3C3" w:themeFill="accent6" w:themeFillTint="66"/>
      </w:tcPr>
    </w:tblStylePr>
    <w:tblStylePr w:type="band1Horz">
      <w:tblPr/>
      <w:tcPr>
        <w:shd w:val="clear" w:color="auto" w:fill="E4F3C3" w:themeFill="accent6" w:themeFillTint="66"/>
      </w:tcPr>
    </w:tblStylePr>
  </w:style>
  <w:style w:type="table" w:customStyle="1" w:styleId="ListTable7Colorful-Accent61">
    <w:name w:val="List Table 7 Colorful - Accent 61"/>
    <w:basedOn w:val="TableNormal"/>
    <w:uiPriority w:val="52"/>
    <w:rsid w:val="00E769CF"/>
    <w:pPr>
      <w:spacing w:after="0" w:line="240" w:lineRule="auto"/>
    </w:pPr>
    <w:rPr>
      <w:color w:val="9AD029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CE26B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CE26B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CE26B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CE26B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1F9E1" w:themeFill="accent6" w:themeFillTint="33"/>
      </w:tcPr>
    </w:tblStylePr>
    <w:tblStylePr w:type="band1Horz">
      <w:tblPr/>
      <w:tcPr>
        <w:shd w:val="clear" w:color="auto" w:fill="F1F9E1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51">
    <w:name w:val="List Table 7 Colorful - Accent 51"/>
    <w:basedOn w:val="TableNormal"/>
    <w:uiPriority w:val="52"/>
    <w:rsid w:val="00E769CF"/>
    <w:pPr>
      <w:spacing w:after="0" w:line="240" w:lineRule="auto"/>
    </w:pPr>
    <w:rPr>
      <w:color w:val="7B8E2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BF3A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BF3A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BF3A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BF3A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DF2D6" w:themeFill="accent5" w:themeFillTint="33"/>
      </w:tcPr>
    </w:tblStylePr>
    <w:tblStylePr w:type="band1Horz">
      <w:tblPr/>
      <w:tcPr>
        <w:shd w:val="clear" w:color="auto" w:fill="EDF2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5Dark-Accent61">
    <w:name w:val="List Table 5 Dark - Accent 61"/>
    <w:basedOn w:val="TableNormal"/>
    <w:uiPriority w:val="50"/>
    <w:rsid w:val="00E769C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CE26B" w:themeColor="accent6"/>
        <w:left w:val="single" w:sz="24" w:space="0" w:color="BCE26B" w:themeColor="accent6"/>
        <w:bottom w:val="single" w:sz="24" w:space="0" w:color="BCE26B" w:themeColor="accent6"/>
        <w:right w:val="single" w:sz="24" w:space="0" w:color="BCE26B" w:themeColor="accent6"/>
      </w:tblBorders>
    </w:tblPr>
    <w:tcPr>
      <w:shd w:val="clear" w:color="auto" w:fill="BCE26B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51">
    <w:name w:val="List Table 5 Dark - Accent 51"/>
    <w:basedOn w:val="TableNormal"/>
    <w:uiPriority w:val="50"/>
    <w:rsid w:val="00E769C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BF3A" w:themeColor="accent5"/>
        <w:left w:val="single" w:sz="24" w:space="0" w:color="A5BF3A" w:themeColor="accent5"/>
        <w:bottom w:val="single" w:sz="24" w:space="0" w:color="A5BF3A" w:themeColor="accent5"/>
        <w:right w:val="single" w:sz="24" w:space="0" w:color="A5BF3A" w:themeColor="accent5"/>
      </w:tblBorders>
    </w:tblPr>
    <w:tcPr>
      <w:shd w:val="clear" w:color="auto" w:fill="A5BF3A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4-Accent51">
    <w:name w:val="List Table 4 - Accent 51"/>
    <w:basedOn w:val="TableNormal"/>
    <w:uiPriority w:val="49"/>
    <w:rsid w:val="00E769CF"/>
    <w:pPr>
      <w:spacing w:after="0" w:line="240" w:lineRule="auto"/>
    </w:pPr>
    <w:tblPr>
      <w:tblStyleRowBandSize w:val="1"/>
      <w:tblStyleColBandSize w:val="1"/>
      <w:tblBorders>
        <w:top w:val="single" w:sz="4" w:space="0" w:color="CADA86" w:themeColor="accent5" w:themeTint="99"/>
        <w:left w:val="single" w:sz="4" w:space="0" w:color="CADA86" w:themeColor="accent5" w:themeTint="99"/>
        <w:bottom w:val="single" w:sz="4" w:space="0" w:color="CADA86" w:themeColor="accent5" w:themeTint="99"/>
        <w:right w:val="single" w:sz="4" w:space="0" w:color="CADA86" w:themeColor="accent5" w:themeTint="99"/>
        <w:insideH w:val="single" w:sz="4" w:space="0" w:color="CADA8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BF3A" w:themeColor="accent5"/>
          <w:left w:val="single" w:sz="4" w:space="0" w:color="A5BF3A" w:themeColor="accent5"/>
          <w:bottom w:val="single" w:sz="4" w:space="0" w:color="A5BF3A" w:themeColor="accent5"/>
          <w:right w:val="single" w:sz="4" w:space="0" w:color="A5BF3A" w:themeColor="accent5"/>
          <w:insideH w:val="nil"/>
        </w:tcBorders>
        <w:shd w:val="clear" w:color="auto" w:fill="A5BF3A" w:themeFill="accent5"/>
      </w:tcPr>
    </w:tblStylePr>
    <w:tblStylePr w:type="lastRow">
      <w:rPr>
        <w:b/>
        <w:bCs/>
      </w:rPr>
      <w:tblPr/>
      <w:tcPr>
        <w:tcBorders>
          <w:top w:val="double" w:sz="4" w:space="0" w:color="CADA8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2D6" w:themeFill="accent5" w:themeFillTint="33"/>
      </w:tcPr>
    </w:tblStylePr>
    <w:tblStylePr w:type="band1Horz">
      <w:tblPr/>
      <w:tcPr>
        <w:shd w:val="clear" w:color="auto" w:fill="EDF2D6" w:themeFill="accent5" w:themeFillTint="33"/>
      </w:tcPr>
    </w:tblStylePr>
  </w:style>
  <w:style w:type="table" w:customStyle="1" w:styleId="CentralBalticBlue">
    <w:name w:val="Central Baltic Blue"/>
    <w:basedOn w:val="CentralBalticGreen"/>
    <w:uiPriority w:val="99"/>
    <w:rsid w:val="00FD4AFD"/>
    <w:tblPr/>
    <w:tcPr>
      <w:shd w:val="clear" w:color="auto" w:fill="E7E6E6" w:themeFill="background2"/>
    </w:tcPr>
    <w:tblStylePr w:type="firstRow">
      <w:rPr>
        <w:b/>
        <w:bCs/>
        <w:color w:va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0014AD" w:themeFill="accent1"/>
      </w:tcPr>
    </w:tblStylePr>
    <w:tblStylePr w:type="firstCol">
      <w:rPr>
        <w:color w:val="000000" w:themeColor="text1"/>
      </w:rPr>
    </w:tblStylePr>
    <w:tblStylePr w:type="band1Vert">
      <w:tblPr/>
      <w:tcPr>
        <w:shd w:val="clear" w:color="auto" w:fill="DBE6AE" w:themeFill="accent5" w:themeFillTint="66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D0CECE" w:themeFill="background2" w:themeFillShade="E6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E7E6E6" w:themeFill="background2"/>
      </w:tcPr>
    </w:tblStylePr>
  </w:style>
  <w:style w:type="table" w:customStyle="1" w:styleId="CentralBalticGreen">
    <w:name w:val="Central Baltic Green"/>
    <w:basedOn w:val="TableContemporary"/>
    <w:uiPriority w:val="99"/>
    <w:rsid w:val="00DD25DD"/>
    <w:pPr>
      <w:spacing w:before="120" w:after="120" w:line="240" w:lineRule="auto"/>
    </w:pPr>
    <w:rPr>
      <w:sz w:val="20"/>
      <w:szCs w:val="20"/>
      <w:lang w:val="en-GB" w:eastAsia="fi-FI"/>
    </w:rPr>
    <w:tblPr/>
    <w:trPr>
      <w:cantSplit/>
    </w:trPr>
    <w:tcPr>
      <w:vAlign w:val="center"/>
    </w:tcPr>
    <w:tblStylePr w:type="firstRow">
      <w:rPr>
        <w:b/>
        <w:bCs/>
        <w:color w:va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A5BF3A" w:themeFill="accent5"/>
      </w:tcPr>
    </w:tblStylePr>
    <w:tblStylePr w:type="firstCol">
      <w:rPr>
        <w:color w:val="000000" w:themeColor="text1"/>
      </w:rPr>
    </w:tblStylePr>
    <w:tblStylePr w:type="band1Vert">
      <w:tblPr/>
      <w:tcPr>
        <w:shd w:val="clear" w:color="auto" w:fill="DBE6AE" w:themeFill="accent5" w:themeFillTint="66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DBE6AE" w:themeFill="accent5" w:themeFillTint="66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EDF2D6" w:themeFill="accent5" w:themeFillTint="33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E769C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0CD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BF3A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BF3A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BF3A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BF3A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09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09B" w:themeFill="accent5" w:themeFillTint="7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E769C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TITLEwithcapitals">
    <w:name w:val="TITLE with capitals"/>
    <w:basedOn w:val="Heading1"/>
    <w:link w:val="TITLEwithcapitalsChar"/>
    <w:rsid w:val="00557A78"/>
    <w:rPr>
      <w:rFonts w:cstheme="majorHAnsi"/>
      <w:caps/>
    </w:rPr>
  </w:style>
  <w:style w:type="character" w:customStyle="1" w:styleId="TITLEwithcapitalsChar">
    <w:name w:val="TITLE with capitals Char"/>
    <w:basedOn w:val="Heading1Char"/>
    <w:link w:val="TITLEwithcapitals"/>
    <w:rsid w:val="00557A78"/>
    <w:rPr>
      <w:rFonts w:asciiTheme="majorHAnsi" w:eastAsiaTheme="majorEastAsia" w:hAnsiTheme="majorHAnsi" w:cstheme="majorHAnsi"/>
      <w:b/>
      <w:caps/>
      <w:color w:val="001489"/>
      <w:sz w:val="44"/>
      <w:szCs w:val="32"/>
      <w:lang w:val="en-US"/>
    </w:rPr>
  </w:style>
  <w:style w:type="character" w:customStyle="1" w:styleId="Heading5Char">
    <w:name w:val="Heading 5 Char"/>
    <w:aliases w:val="Heading  4 Char"/>
    <w:basedOn w:val="DefaultParagraphFont"/>
    <w:link w:val="Heading5"/>
    <w:uiPriority w:val="99"/>
    <w:semiHidden/>
    <w:rsid w:val="006E6A53"/>
    <w:rPr>
      <w:b/>
    </w:rPr>
  </w:style>
  <w:style w:type="paragraph" w:styleId="FootnoteText">
    <w:name w:val="footnote text"/>
    <w:aliases w:val="Fußnote"/>
    <w:basedOn w:val="Normal"/>
    <w:link w:val="FootnoteTextChar"/>
    <w:uiPriority w:val="99"/>
    <w:semiHidden/>
    <w:rsid w:val="003F46F2"/>
    <w:pPr>
      <w:spacing w:after="240" w:line="264" w:lineRule="auto"/>
    </w:pPr>
    <w:rPr>
      <w:rFonts w:ascii="Tahoma" w:eastAsia="Times New Roman" w:hAnsi="Tahoma" w:cs="Tahoma"/>
      <w:sz w:val="20"/>
      <w:szCs w:val="20"/>
      <w:lang w:eastAsia="fi-FI"/>
    </w:rPr>
  </w:style>
  <w:style w:type="character" w:customStyle="1" w:styleId="FootnoteTextChar">
    <w:name w:val="Footnote Text Char"/>
    <w:aliases w:val="Fußnote Char"/>
    <w:basedOn w:val="DefaultParagraphFont"/>
    <w:link w:val="FootnoteText"/>
    <w:uiPriority w:val="99"/>
    <w:semiHidden/>
    <w:rsid w:val="00C2695A"/>
    <w:rPr>
      <w:rFonts w:ascii="Tahoma" w:eastAsia="Times New Roman" w:hAnsi="Tahoma" w:cs="Tahoma"/>
      <w:sz w:val="20"/>
      <w:szCs w:val="20"/>
      <w:lang w:eastAsia="fi-FI"/>
    </w:rPr>
  </w:style>
  <w:style w:type="character" w:styleId="FootnoteReference">
    <w:name w:val="footnote reference"/>
    <w:basedOn w:val="DefaultParagraphFont"/>
    <w:uiPriority w:val="99"/>
    <w:semiHidden/>
    <w:rsid w:val="003F46F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F46F2"/>
    <w:rPr>
      <w:color w:val="7F7F7F" w:themeColor="hyperlink"/>
      <w:u w:val="single"/>
    </w:rPr>
  </w:style>
  <w:style w:type="paragraph" w:customStyle="1" w:styleId="Title4">
    <w:name w:val="Title 4"/>
    <w:basedOn w:val="Normal"/>
    <w:uiPriority w:val="99"/>
    <w:semiHidden/>
    <w:rsid w:val="003F46F2"/>
    <w:pPr>
      <w:spacing w:before="360"/>
    </w:pPr>
    <w:rPr>
      <w:color w:val="0014AD" w:themeColor="text2"/>
    </w:rPr>
  </w:style>
  <w:style w:type="paragraph" w:customStyle="1" w:styleId="Default">
    <w:name w:val="Default"/>
    <w:uiPriority w:val="99"/>
    <w:semiHidden/>
    <w:rsid w:val="003F46F2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fi-FI"/>
    </w:rPr>
  </w:style>
  <w:style w:type="paragraph" w:customStyle="1" w:styleId="NoSpacing1">
    <w:name w:val="No Spacing1"/>
    <w:aliases w:val="Footnote"/>
    <w:basedOn w:val="FootnoteText"/>
    <w:uiPriority w:val="99"/>
    <w:semiHidden/>
    <w:rsid w:val="003F46F2"/>
    <w:pPr>
      <w:spacing w:after="120"/>
    </w:pPr>
    <w:rPr>
      <w:rFonts w:ascii="Cambria" w:hAnsi="Cambri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F46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F46F2"/>
    <w:pPr>
      <w:spacing w:after="240" w:line="240" w:lineRule="auto"/>
    </w:pPr>
    <w:rPr>
      <w:rFonts w:ascii="Tahoma" w:eastAsia="Times New Roman" w:hAnsi="Tahoma" w:cs="Tahoma"/>
      <w:sz w:val="20"/>
      <w:szCs w:val="20"/>
      <w:lang w:eastAsia="fi-F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F46F2"/>
    <w:rPr>
      <w:rFonts w:ascii="Tahoma" w:eastAsia="Times New Roman" w:hAnsi="Tahoma" w:cs="Tahoma"/>
      <w:sz w:val="20"/>
      <w:szCs w:val="20"/>
      <w:lang w:eastAsia="fi-F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46F2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46F2"/>
    <w:rPr>
      <w:rFonts w:ascii="Tahoma" w:eastAsia="Times New Roman" w:hAnsi="Tahoma" w:cs="Tahoma"/>
      <w:b/>
      <w:bCs/>
      <w:sz w:val="20"/>
      <w:szCs w:val="20"/>
      <w:lang w:eastAsia="fi-FI"/>
    </w:rPr>
  </w:style>
  <w:style w:type="paragraph" w:styleId="TOCHeading">
    <w:name w:val="TOC Heading"/>
    <w:basedOn w:val="Heading1"/>
    <w:next w:val="Normal"/>
    <w:uiPriority w:val="39"/>
    <w:unhideWhenUsed/>
    <w:rsid w:val="003F46F2"/>
    <w:pPr>
      <w:spacing w:before="480" w:after="0"/>
      <w:outlineLvl w:val="9"/>
    </w:pPr>
    <w:rPr>
      <w:bCs/>
      <w:color w:val="000E81" w:themeColor="accent1" w:themeShade="BF"/>
      <w:sz w:val="28"/>
      <w:szCs w:val="28"/>
    </w:rPr>
  </w:style>
  <w:style w:type="paragraph" w:styleId="TOC2">
    <w:name w:val="toc 2"/>
    <w:basedOn w:val="Normal"/>
    <w:next w:val="Normal"/>
    <w:autoRedefine/>
    <w:uiPriority w:val="3"/>
    <w:unhideWhenUsed/>
    <w:rsid w:val="00CA6950"/>
    <w:pPr>
      <w:tabs>
        <w:tab w:val="left" w:pos="1134"/>
        <w:tab w:val="right" w:leader="dot" w:pos="9628"/>
      </w:tabs>
      <w:spacing w:before="240" w:after="0"/>
      <w:ind w:left="1134" w:hanging="567"/>
    </w:pPr>
    <w:rPr>
      <w:b/>
      <w:bCs/>
      <w:sz w:val="20"/>
      <w:szCs w:val="20"/>
    </w:rPr>
  </w:style>
  <w:style w:type="paragraph" w:styleId="TOC1">
    <w:name w:val="toc 1"/>
    <w:basedOn w:val="Normal"/>
    <w:next w:val="Normal"/>
    <w:autoRedefine/>
    <w:uiPriority w:val="3"/>
    <w:unhideWhenUsed/>
    <w:rsid w:val="00CA6950"/>
    <w:pPr>
      <w:spacing w:before="360" w:after="0"/>
    </w:pPr>
    <w:rPr>
      <w:b/>
      <w:bCs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3F46F2"/>
    <w:pPr>
      <w:spacing w:after="0"/>
      <w:ind w:left="22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3F46F2"/>
    <w:pPr>
      <w:spacing w:after="0"/>
      <w:ind w:left="44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3F46F2"/>
    <w:pPr>
      <w:spacing w:after="0"/>
      <w:ind w:left="6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3F46F2"/>
    <w:pPr>
      <w:spacing w:after="0"/>
      <w:ind w:left="88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3F46F2"/>
    <w:pPr>
      <w:spacing w:after="0"/>
      <w:ind w:left="11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3F46F2"/>
    <w:pPr>
      <w:spacing w:after="0"/>
      <w:ind w:left="132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3F46F2"/>
    <w:pPr>
      <w:spacing w:after="0"/>
      <w:ind w:left="1540"/>
    </w:pPr>
    <w:rPr>
      <w:sz w:val="20"/>
      <w:szCs w:val="20"/>
    </w:rPr>
  </w:style>
  <w:style w:type="paragraph" w:customStyle="1" w:styleId="sti-art2">
    <w:name w:val="sti-art2"/>
    <w:basedOn w:val="Normal"/>
    <w:uiPriority w:val="99"/>
    <w:semiHidden/>
    <w:rsid w:val="003F46F2"/>
    <w:pPr>
      <w:spacing w:before="60" w:after="120" w:line="312" w:lineRule="atLeast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normal2">
    <w:name w:val="normal2"/>
    <w:basedOn w:val="Normal"/>
    <w:uiPriority w:val="99"/>
    <w:semiHidden/>
    <w:rsid w:val="003F46F2"/>
    <w:pPr>
      <w:spacing w:before="120" w:after="0" w:line="312" w:lineRule="atLeas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i-art2">
    <w:name w:val="ti-art2"/>
    <w:basedOn w:val="Normal"/>
    <w:uiPriority w:val="99"/>
    <w:semiHidden/>
    <w:rsid w:val="003F46F2"/>
    <w:pPr>
      <w:spacing w:before="360" w:after="120" w:line="312" w:lineRule="atLeast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3F46F2"/>
    <w:pPr>
      <w:spacing w:after="0" w:line="240" w:lineRule="auto"/>
    </w:pPr>
    <w:rPr>
      <w:lang w:val="en-GB"/>
    </w:rPr>
  </w:style>
  <w:style w:type="paragraph" w:customStyle="1" w:styleId="Numberlist">
    <w:name w:val="Number list"/>
    <w:basedOn w:val="ListParagraph"/>
    <w:link w:val="NumberlistChar"/>
    <w:uiPriority w:val="2"/>
    <w:qFormat/>
    <w:rsid w:val="003F46F2"/>
    <w:pPr>
      <w:numPr>
        <w:numId w:val="5"/>
      </w:numPr>
      <w:tabs>
        <w:tab w:val="clear" w:pos="720"/>
        <w:tab w:val="num" w:pos="993"/>
      </w:tabs>
      <w:suppressAutoHyphens/>
      <w:spacing w:before="200" w:after="0"/>
      <w:ind w:left="993" w:right="510"/>
    </w:pPr>
    <w:rPr>
      <w:rFonts w:eastAsia="Calibri" w:cs="Tahoma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F46F2"/>
    <w:rPr>
      <w:color w:val="BFBFBF" w:themeColor="followedHyperlink"/>
      <w:u w:val="single"/>
    </w:rPr>
  </w:style>
  <w:style w:type="character" w:customStyle="1" w:styleId="NumberlistChar">
    <w:name w:val="Number list Char"/>
    <w:basedOn w:val="ListParagraphChar"/>
    <w:link w:val="Numberlist"/>
    <w:uiPriority w:val="2"/>
    <w:rsid w:val="00A46AE7"/>
    <w:rPr>
      <w:rFonts w:eastAsia="Calibri" w:cs="Tahoma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F46F2"/>
    <w:pPr>
      <w:spacing w:after="200" w:line="240" w:lineRule="auto"/>
    </w:pPr>
    <w:rPr>
      <w:b/>
      <w:bCs/>
      <w:color w:val="0014AD" w:themeColor="accent1"/>
      <w:sz w:val="18"/>
      <w:szCs w:val="18"/>
    </w:rPr>
  </w:style>
  <w:style w:type="table" w:styleId="LightList-Accent2">
    <w:name w:val="Light List Accent 2"/>
    <w:basedOn w:val="TableNormal"/>
    <w:uiPriority w:val="61"/>
    <w:rsid w:val="00F4712D"/>
    <w:pPr>
      <w:spacing w:after="0" w:line="240" w:lineRule="auto"/>
    </w:pPr>
    <w:tblPr>
      <w:tblStyleRowBandSize w:val="1"/>
      <w:tblStyleColBandSize w:val="1"/>
      <w:tblBorders>
        <w:top w:val="single" w:sz="8" w:space="0" w:color="69ACDF" w:themeColor="accent2"/>
        <w:left w:val="single" w:sz="8" w:space="0" w:color="69ACDF" w:themeColor="accent2"/>
        <w:bottom w:val="single" w:sz="8" w:space="0" w:color="69ACDF" w:themeColor="accent2"/>
        <w:right w:val="single" w:sz="8" w:space="0" w:color="69ACD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9ACD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9ACDF" w:themeColor="accent2"/>
          <w:left w:val="single" w:sz="8" w:space="0" w:color="69ACDF" w:themeColor="accent2"/>
          <w:bottom w:val="single" w:sz="8" w:space="0" w:color="69ACDF" w:themeColor="accent2"/>
          <w:right w:val="single" w:sz="8" w:space="0" w:color="69ACD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9ACDF" w:themeColor="accent2"/>
          <w:left w:val="single" w:sz="8" w:space="0" w:color="69ACDF" w:themeColor="accent2"/>
          <w:bottom w:val="single" w:sz="8" w:space="0" w:color="69ACDF" w:themeColor="accent2"/>
          <w:right w:val="single" w:sz="8" w:space="0" w:color="69ACDF" w:themeColor="accent2"/>
        </w:tcBorders>
      </w:tcPr>
    </w:tblStylePr>
    <w:tblStylePr w:type="band1Horz">
      <w:tblPr/>
      <w:tcPr>
        <w:tcBorders>
          <w:top w:val="single" w:sz="8" w:space="0" w:color="69ACDF" w:themeColor="accent2"/>
          <w:left w:val="single" w:sz="8" w:space="0" w:color="69ACDF" w:themeColor="accent2"/>
          <w:bottom w:val="single" w:sz="8" w:space="0" w:color="69ACDF" w:themeColor="accent2"/>
          <w:right w:val="single" w:sz="8" w:space="0" w:color="69ACDF" w:themeColor="accent2"/>
        </w:tcBorders>
      </w:tcPr>
    </w:tblStylePr>
  </w:style>
  <w:style w:type="table" w:styleId="MediumShading1-Accent2">
    <w:name w:val="Medium Shading 1 Accent 2"/>
    <w:basedOn w:val="TableNormal"/>
    <w:uiPriority w:val="63"/>
    <w:rsid w:val="002F14C1"/>
    <w:pPr>
      <w:spacing w:after="0" w:line="240" w:lineRule="auto"/>
    </w:pPr>
    <w:tblPr>
      <w:tblStyleRowBandSize w:val="1"/>
      <w:tblStyleColBandSize w:val="1"/>
      <w:tblBorders>
        <w:top w:val="single" w:sz="8" w:space="0" w:color="8EC0E7" w:themeColor="accent2" w:themeTint="BF"/>
        <w:left w:val="single" w:sz="8" w:space="0" w:color="8EC0E7" w:themeColor="accent2" w:themeTint="BF"/>
        <w:bottom w:val="single" w:sz="8" w:space="0" w:color="8EC0E7" w:themeColor="accent2" w:themeTint="BF"/>
        <w:right w:val="single" w:sz="8" w:space="0" w:color="8EC0E7" w:themeColor="accent2" w:themeTint="BF"/>
        <w:insideH w:val="single" w:sz="8" w:space="0" w:color="8EC0E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EC0E7" w:themeColor="accent2" w:themeTint="BF"/>
          <w:left w:val="single" w:sz="8" w:space="0" w:color="8EC0E7" w:themeColor="accent2" w:themeTint="BF"/>
          <w:bottom w:val="single" w:sz="8" w:space="0" w:color="8EC0E7" w:themeColor="accent2" w:themeTint="BF"/>
          <w:right w:val="single" w:sz="8" w:space="0" w:color="8EC0E7" w:themeColor="accent2" w:themeTint="BF"/>
          <w:insideH w:val="nil"/>
          <w:insideV w:val="nil"/>
        </w:tcBorders>
        <w:shd w:val="clear" w:color="auto" w:fill="69ACD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EC0E7" w:themeColor="accent2" w:themeTint="BF"/>
          <w:left w:val="single" w:sz="8" w:space="0" w:color="8EC0E7" w:themeColor="accent2" w:themeTint="BF"/>
          <w:bottom w:val="single" w:sz="8" w:space="0" w:color="8EC0E7" w:themeColor="accent2" w:themeTint="BF"/>
          <w:right w:val="single" w:sz="8" w:space="0" w:color="8EC0E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AF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9EAF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Bulletlisttight">
    <w:name w:val="Bullet list tight"/>
    <w:basedOn w:val="Bulletlist"/>
    <w:link w:val="BulletlisttightChar"/>
    <w:uiPriority w:val="2"/>
    <w:qFormat/>
    <w:rsid w:val="005D4683"/>
    <w:pPr>
      <w:spacing w:line="276" w:lineRule="auto"/>
      <w:contextualSpacing/>
    </w:pPr>
  </w:style>
  <w:style w:type="paragraph" w:customStyle="1" w:styleId="SO">
    <w:name w:val="SO"/>
    <w:basedOn w:val="Heading3"/>
    <w:link w:val="SOChar"/>
    <w:uiPriority w:val="3"/>
    <w:unhideWhenUsed/>
    <w:rsid w:val="0017613F"/>
    <w:pPr>
      <w:spacing w:before="600" w:after="120"/>
    </w:pPr>
    <w:rPr>
      <w:color w:val="A5BF3A"/>
    </w:rPr>
  </w:style>
  <w:style w:type="paragraph" w:customStyle="1" w:styleId="SOname">
    <w:name w:val="SO name"/>
    <w:basedOn w:val="Heading3"/>
    <w:link w:val="SOnameChar"/>
    <w:uiPriority w:val="3"/>
    <w:unhideWhenUsed/>
    <w:rsid w:val="0017613F"/>
    <w:pPr>
      <w:spacing w:before="120"/>
    </w:pPr>
    <w:rPr>
      <w:color w:val="0014AD"/>
      <w:sz w:val="28"/>
    </w:rPr>
  </w:style>
  <w:style w:type="character" w:customStyle="1" w:styleId="SOChar">
    <w:name w:val="SO Char"/>
    <w:basedOn w:val="Heading3Char"/>
    <w:link w:val="SO"/>
    <w:uiPriority w:val="3"/>
    <w:rsid w:val="006E6A53"/>
    <w:rPr>
      <w:rFonts w:asciiTheme="majorHAnsi" w:eastAsiaTheme="majorEastAsia" w:hAnsiTheme="majorHAnsi" w:cstheme="majorBidi"/>
      <w:b/>
      <w:color w:val="A5BF3A"/>
      <w:sz w:val="26"/>
      <w:szCs w:val="26"/>
      <w:lang w:val="en-US"/>
    </w:rPr>
  </w:style>
  <w:style w:type="paragraph" w:customStyle="1" w:styleId="Regionintable">
    <w:name w:val="Region in table"/>
    <w:basedOn w:val="Normal"/>
    <w:link w:val="RegionintableChar"/>
    <w:uiPriority w:val="2"/>
    <w:unhideWhenUsed/>
    <w:rsid w:val="002D112D"/>
    <w:pPr>
      <w:spacing w:before="80" w:after="0" w:line="240" w:lineRule="auto"/>
    </w:pPr>
    <w:rPr>
      <w:b/>
      <w:bCs/>
      <w:sz w:val="20"/>
      <w:szCs w:val="20"/>
    </w:rPr>
  </w:style>
  <w:style w:type="character" w:customStyle="1" w:styleId="SOnameChar">
    <w:name w:val="SO name Char"/>
    <w:basedOn w:val="Heading3Char"/>
    <w:link w:val="SOname"/>
    <w:uiPriority w:val="3"/>
    <w:rsid w:val="006E6A53"/>
    <w:rPr>
      <w:rFonts w:asciiTheme="majorHAnsi" w:eastAsiaTheme="majorEastAsia" w:hAnsiTheme="majorHAnsi" w:cstheme="majorBidi"/>
      <w:b/>
      <w:color w:val="0014AD"/>
      <w:sz w:val="28"/>
      <w:szCs w:val="26"/>
      <w:lang w:val="en-US"/>
    </w:rPr>
  </w:style>
  <w:style w:type="character" w:customStyle="1" w:styleId="RegionintableChar">
    <w:name w:val="Region in table Char"/>
    <w:basedOn w:val="DefaultParagraphFont"/>
    <w:link w:val="Regionintable"/>
    <w:uiPriority w:val="2"/>
    <w:rsid w:val="00A46AE7"/>
    <w:rPr>
      <w:b/>
      <w:bCs/>
      <w:sz w:val="20"/>
      <w:szCs w:val="20"/>
    </w:rPr>
  </w:style>
  <w:style w:type="paragraph" w:customStyle="1" w:styleId="Textintable">
    <w:name w:val="Text in table"/>
    <w:basedOn w:val="Normal"/>
    <w:link w:val="TextintableChar"/>
    <w:uiPriority w:val="2"/>
    <w:rsid w:val="0005430B"/>
    <w:pPr>
      <w:spacing w:after="120" w:line="240" w:lineRule="auto"/>
    </w:pPr>
    <w:rPr>
      <w:sz w:val="20"/>
      <w:szCs w:val="20"/>
      <w:lang w:val="en-US"/>
    </w:rPr>
  </w:style>
  <w:style w:type="character" w:customStyle="1" w:styleId="TextintableChar">
    <w:name w:val="Text in table Char"/>
    <w:basedOn w:val="DefaultParagraphFont"/>
    <w:link w:val="Textintable"/>
    <w:uiPriority w:val="2"/>
    <w:rsid w:val="00A46AE7"/>
    <w:rPr>
      <w:sz w:val="20"/>
      <w:szCs w:val="20"/>
      <w:lang w:val="en-US"/>
    </w:rPr>
  </w:style>
  <w:style w:type="character" w:styleId="Emphasis">
    <w:name w:val="Emphasis"/>
    <w:basedOn w:val="DefaultParagraphFont"/>
    <w:uiPriority w:val="20"/>
    <w:semiHidden/>
    <w:rsid w:val="006E6A53"/>
    <w:rPr>
      <w:i/>
      <w:iCs/>
    </w:rPr>
  </w:style>
  <w:style w:type="paragraph" w:customStyle="1" w:styleId="Heading40">
    <w:name w:val="Heading 4_"/>
    <w:next w:val="Normal"/>
    <w:link w:val="Heading4Char0"/>
    <w:uiPriority w:val="1"/>
    <w:rsid w:val="00443199"/>
    <w:pPr>
      <w:suppressAutoHyphens/>
      <w:spacing w:before="360" w:after="120"/>
    </w:pPr>
    <w:rPr>
      <w:b/>
      <w:color w:val="001489"/>
    </w:rPr>
  </w:style>
  <w:style w:type="character" w:customStyle="1" w:styleId="Heading4Char0">
    <w:name w:val="Heading 4_ Char"/>
    <w:basedOn w:val="DefaultParagraphFont"/>
    <w:link w:val="Heading40"/>
    <w:uiPriority w:val="1"/>
    <w:rsid w:val="00443199"/>
    <w:rPr>
      <w:b/>
      <w:color w:val="001489"/>
    </w:rPr>
  </w:style>
  <w:style w:type="character" w:customStyle="1" w:styleId="BulletlisttightChar">
    <w:name w:val="Bullet list tight Char"/>
    <w:basedOn w:val="BulletlistChar"/>
    <w:link w:val="Bulletlisttight"/>
    <w:uiPriority w:val="2"/>
    <w:rsid w:val="00443199"/>
    <w:rPr>
      <w:sz w:val="20"/>
      <w:szCs w:val="20"/>
      <w:lang w:val="en-US"/>
    </w:rPr>
  </w:style>
  <w:style w:type="character" w:customStyle="1" w:styleId="Style1">
    <w:name w:val="Style1"/>
    <w:basedOn w:val="DefaultParagraphFont"/>
    <w:uiPriority w:val="1"/>
    <w:rsid w:val="0003192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ve\Desktop\CB%20TEMPLATE%20gener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1F13CB-3845-442E-888C-7F1308F71812}"/>
      </w:docPartPr>
      <w:docPartBody>
        <w:p w:rsidR="00255464" w:rsidRDefault="00502A6C">
          <w:r w:rsidRPr="00FD20EC">
            <w:rPr>
              <w:rStyle w:val="PlaceholderText"/>
            </w:rPr>
            <w:t>Click here to enter text.</w:t>
          </w:r>
        </w:p>
      </w:docPartBody>
    </w:docPart>
    <w:docPart>
      <w:docPartPr>
        <w:name w:val="DA0C9D41C47940DC99FD0119CD1049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D26F3-E5A2-450B-9DD6-4F24F40B203A}"/>
      </w:docPartPr>
      <w:docPartBody>
        <w:p w:rsidR="00255464" w:rsidRDefault="00502A6C" w:rsidP="00502A6C">
          <w:pPr>
            <w:pStyle w:val="DA0C9D41C47940DC99FD0119CD1049E63"/>
          </w:pPr>
          <w:r w:rsidRPr="00892D45">
            <w:rPr>
              <w:rStyle w:val="PlaceholderText"/>
              <w:lang w:val="en-US"/>
            </w:rPr>
            <w:t>Click here to enter text.</w:t>
          </w:r>
        </w:p>
      </w:docPartBody>
    </w:docPart>
    <w:docPart>
      <w:docPartPr>
        <w:name w:val="262FAA6C5A81483AA8F4ED4522280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552FC9-C6FB-4285-81F4-C6B1EC6F2F3B}"/>
      </w:docPartPr>
      <w:docPartBody>
        <w:p w:rsidR="00255464" w:rsidRDefault="00502A6C" w:rsidP="00502A6C">
          <w:pPr>
            <w:pStyle w:val="262FAA6C5A81483AA8F4ED4522280D533"/>
          </w:pPr>
          <w:r w:rsidRPr="00892D45">
            <w:rPr>
              <w:rStyle w:val="PlaceholderText"/>
              <w:lang w:val="en-US"/>
            </w:rPr>
            <w:t>Click here to enter text.</w:t>
          </w:r>
        </w:p>
      </w:docPartBody>
    </w:docPart>
    <w:docPart>
      <w:docPartPr>
        <w:name w:val="92E5F6134A29443AB3AB2665411475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44DA09-43CE-48CD-848D-26FA59125FA3}"/>
      </w:docPartPr>
      <w:docPartBody>
        <w:p w:rsidR="00255464" w:rsidRDefault="00502A6C" w:rsidP="00502A6C">
          <w:pPr>
            <w:pStyle w:val="92E5F6134A29443AB3AB26654114754F"/>
          </w:pPr>
          <w:r w:rsidRPr="00E83439">
            <w:rPr>
              <w:rStyle w:val="PlaceholderText"/>
              <w:lang w:val="en-US"/>
            </w:rPr>
            <w:t>Click here to enter text.</w:t>
          </w:r>
        </w:p>
      </w:docPartBody>
    </w:docPart>
    <w:docPart>
      <w:docPartPr>
        <w:name w:val="900AB97C999E459CAC213BCBDA5174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7C0750-CF69-477C-AE23-EF15972D26DD}"/>
      </w:docPartPr>
      <w:docPartBody>
        <w:p w:rsidR="00255464" w:rsidRDefault="00502A6C" w:rsidP="00502A6C">
          <w:pPr>
            <w:pStyle w:val="900AB97C999E459CAC213BCBDA51746D"/>
          </w:pPr>
          <w:r w:rsidRPr="00FD20EC">
            <w:rPr>
              <w:rStyle w:val="PlaceholderText"/>
            </w:rPr>
            <w:t>Click here to enter text.</w:t>
          </w:r>
        </w:p>
      </w:docPartBody>
    </w:docPart>
    <w:docPart>
      <w:docPartPr>
        <w:name w:val="9C5396FFD113474081C37FA9FCF9DA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F93E13-4A90-4007-9B75-5A3079FF9ABC}"/>
      </w:docPartPr>
      <w:docPartBody>
        <w:p w:rsidR="00255464" w:rsidRDefault="00502A6C" w:rsidP="00502A6C">
          <w:pPr>
            <w:pStyle w:val="9C5396FFD113474081C37FA9FCF9DA30"/>
          </w:pPr>
          <w:r w:rsidRPr="00FD20EC">
            <w:rPr>
              <w:rStyle w:val="PlaceholderText"/>
            </w:rPr>
            <w:t>Click here to enter text.</w:t>
          </w:r>
        </w:p>
      </w:docPartBody>
    </w:docPart>
    <w:docPart>
      <w:docPartPr>
        <w:name w:val="A0A6BD89EE594ACFA4B81C6FB81336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A1584-ED24-478D-AAE0-9258B2A43304}"/>
      </w:docPartPr>
      <w:docPartBody>
        <w:p w:rsidR="00255464" w:rsidRDefault="00502A6C" w:rsidP="00502A6C">
          <w:pPr>
            <w:pStyle w:val="A0A6BD89EE594ACFA4B81C6FB81336BD"/>
          </w:pPr>
          <w:r w:rsidRPr="00FD20EC">
            <w:rPr>
              <w:rStyle w:val="PlaceholderText"/>
            </w:rPr>
            <w:t>Click here to enter text.</w:t>
          </w:r>
        </w:p>
      </w:docPartBody>
    </w:docPart>
    <w:docPart>
      <w:docPartPr>
        <w:name w:val="2F2F422A5D944B87AA0FD3656FC9D5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EC6F45-1BED-44C7-965B-CA24D309CF68}"/>
      </w:docPartPr>
      <w:docPartBody>
        <w:p w:rsidR="00255464" w:rsidRDefault="00502A6C" w:rsidP="00502A6C">
          <w:pPr>
            <w:pStyle w:val="2F2F422A5D944B87AA0FD3656FC9D5CC"/>
          </w:pPr>
          <w:r w:rsidRPr="00FD20EC">
            <w:rPr>
              <w:rStyle w:val="PlaceholderText"/>
            </w:rPr>
            <w:t>Click here to enter text.</w:t>
          </w:r>
        </w:p>
      </w:docPartBody>
    </w:docPart>
    <w:docPart>
      <w:docPartPr>
        <w:name w:val="247081CB33FF4B8E8C439ACDD579DA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892F7C-2CF4-427F-9BE2-74350F48EE99}"/>
      </w:docPartPr>
      <w:docPartBody>
        <w:p w:rsidR="00255464" w:rsidRDefault="00502A6C" w:rsidP="00502A6C">
          <w:pPr>
            <w:pStyle w:val="247081CB33FF4B8E8C439ACDD579DA4B"/>
          </w:pPr>
          <w:r w:rsidRPr="00FD20EC">
            <w:rPr>
              <w:rStyle w:val="PlaceholderText"/>
            </w:rPr>
            <w:t>Click here to enter text.</w:t>
          </w:r>
        </w:p>
      </w:docPartBody>
    </w:docPart>
    <w:docPart>
      <w:docPartPr>
        <w:name w:val="E5121348B5D945E3B7EBD059190F3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E19A6-D545-4DE9-9DE2-B8C640A4D3AC}"/>
      </w:docPartPr>
      <w:docPartBody>
        <w:p w:rsidR="00255464" w:rsidRDefault="00502A6C" w:rsidP="00502A6C">
          <w:pPr>
            <w:pStyle w:val="E5121348B5D945E3B7EBD059190F35CE"/>
          </w:pPr>
          <w:r w:rsidRPr="00FD20EC">
            <w:rPr>
              <w:rStyle w:val="PlaceholderText"/>
            </w:rPr>
            <w:t>Click here to enter text.</w:t>
          </w:r>
        </w:p>
      </w:docPartBody>
    </w:docPart>
    <w:docPart>
      <w:docPartPr>
        <w:name w:val="1F012F2B11624E53A6B6F8BD61881B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9F1CBA-545B-4F7B-BBA5-5FFE3173D510}"/>
      </w:docPartPr>
      <w:docPartBody>
        <w:p w:rsidR="00255464" w:rsidRDefault="00502A6C" w:rsidP="00502A6C">
          <w:pPr>
            <w:pStyle w:val="1F012F2B11624E53A6B6F8BD61881B04"/>
          </w:pPr>
          <w:r w:rsidRPr="00FD20EC">
            <w:rPr>
              <w:rStyle w:val="PlaceholderText"/>
            </w:rPr>
            <w:t>Click here to enter text.</w:t>
          </w:r>
        </w:p>
      </w:docPartBody>
    </w:docPart>
    <w:docPart>
      <w:docPartPr>
        <w:name w:val="0A4672E6CF0342B585A86D6F825BF0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2A0F8A-76C0-4874-82A2-8522845B14DD}"/>
      </w:docPartPr>
      <w:docPartBody>
        <w:p w:rsidR="00255464" w:rsidRDefault="00502A6C" w:rsidP="00502A6C">
          <w:pPr>
            <w:pStyle w:val="0A4672E6CF0342B585A86D6F825BF0BF"/>
          </w:pPr>
          <w:r w:rsidRPr="00FD20EC">
            <w:rPr>
              <w:rStyle w:val="PlaceholderText"/>
            </w:rPr>
            <w:t>Click here to enter text.</w:t>
          </w:r>
        </w:p>
      </w:docPartBody>
    </w:docPart>
    <w:docPart>
      <w:docPartPr>
        <w:name w:val="13EEAADF7E204EE5A587D7170BF5C7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FF90F8-844D-4963-8ABE-ED9B3CCA59E8}"/>
      </w:docPartPr>
      <w:docPartBody>
        <w:p w:rsidR="00255464" w:rsidRDefault="00502A6C" w:rsidP="00502A6C">
          <w:pPr>
            <w:pStyle w:val="13EEAADF7E204EE5A587D7170BF5C718"/>
          </w:pPr>
          <w:r w:rsidRPr="00FD20EC">
            <w:rPr>
              <w:rStyle w:val="PlaceholderText"/>
            </w:rPr>
            <w:t>Click here to enter text.</w:t>
          </w:r>
        </w:p>
      </w:docPartBody>
    </w:docPart>
    <w:docPart>
      <w:docPartPr>
        <w:name w:val="127E1DA6C600422D84A0DA999775AA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25AE75-50FA-4D02-8732-81765B1A671B}"/>
      </w:docPartPr>
      <w:docPartBody>
        <w:p w:rsidR="00255464" w:rsidRDefault="00502A6C" w:rsidP="00502A6C">
          <w:pPr>
            <w:pStyle w:val="127E1DA6C600422D84A0DA999775AAFC"/>
          </w:pPr>
          <w:r w:rsidRPr="00FD20EC">
            <w:rPr>
              <w:rStyle w:val="PlaceholderText"/>
            </w:rPr>
            <w:t>Click here to enter text.</w:t>
          </w:r>
        </w:p>
      </w:docPartBody>
    </w:docPart>
    <w:docPart>
      <w:docPartPr>
        <w:name w:val="6232307CD7514D75B10851A971630C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FDE806-1121-4111-BD4D-FF6A229A8551}"/>
      </w:docPartPr>
      <w:docPartBody>
        <w:p w:rsidR="00255464" w:rsidRDefault="00502A6C" w:rsidP="00502A6C">
          <w:pPr>
            <w:pStyle w:val="6232307CD7514D75B10851A971630C50"/>
          </w:pPr>
          <w:r w:rsidRPr="00FD20EC">
            <w:rPr>
              <w:rStyle w:val="PlaceholderText"/>
            </w:rPr>
            <w:t>Click here to enter text.</w:t>
          </w:r>
        </w:p>
      </w:docPartBody>
    </w:docPart>
    <w:docPart>
      <w:docPartPr>
        <w:name w:val="DB345047A767469CA5EB1A7A91A645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28EC3C-A760-4C19-A434-BD23191915D2}"/>
      </w:docPartPr>
      <w:docPartBody>
        <w:p w:rsidR="00BA4E80" w:rsidRDefault="00A2203F" w:rsidP="00A2203F">
          <w:pPr>
            <w:pStyle w:val="DB345047A767469CA5EB1A7A91A64530"/>
          </w:pPr>
          <w:r w:rsidRPr="00892D45">
            <w:rPr>
              <w:rStyle w:val="PlaceholderText"/>
              <w:lang w:val="en-US"/>
            </w:rPr>
            <w:t>Click here to enter text.</w:t>
          </w:r>
        </w:p>
      </w:docPartBody>
    </w:docPart>
    <w:docPart>
      <w:docPartPr>
        <w:name w:val="0D35A0A218624282969955A54963B5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85983D-B64B-4C53-80D6-04C597384EF7}"/>
      </w:docPartPr>
      <w:docPartBody>
        <w:p w:rsidR="00DB4DA5" w:rsidRDefault="00607916" w:rsidP="00607916">
          <w:pPr>
            <w:pStyle w:val="0D35A0A218624282969955A54963B5A6"/>
          </w:pPr>
          <w:r w:rsidRPr="00892D45">
            <w:rPr>
              <w:rStyle w:val="PlaceholderText"/>
              <w:lang w:val="en-US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60C"/>
    <w:rsid w:val="0007196A"/>
    <w:rsid w:val="00184979"/>
    <w:rsid w:val="0019341A"/>
    <w:rsid w:val="00255464"/>
    <w:rsid w:val="0026708C"/>
    <w:rsid w:val="002979E5"/>
    <w:rsid w:val="00502A6C"/>
    <w:rsid w:val="00593152"/>
    <w:rsid w:val="00607916"/>
    <w:rsid w:val="006B0BF5"/>
    <w:rsid w:val="007A70B2"/>
    <w:rsid w:val="00A1560C"/>
    <w:rsid w:val="00A2203F"/>
    <w:rsid w:val="00BA4E80"/>
    <w:rsid w:val="00CE17DE"/>
    <w:rsid w:val="00DB4DA5"/>
    <w:rsid w:val="00F21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7916"/>
    <w:rPr>
      <w:color w:val="808080"/>
    </w:rPr>
  </w:style>
  <w:style w:type="paragraph" w:customStyle="1" w:styleId="41F9C740C66247CAB51D0AF6E649FEEC">
    <w:name w:val="41F9C740C66247CAB51D0AF6E649FEEC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">
    <w:name w:val="5B1C2A1ACDD548E5A889CD5C2081BB7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">
    <w:name w:val="50305B73B0034B2281A56A5E18EFC49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D458F0CD82154598B21EF0FF4DF19AE6">
    <w:name w:val="D458F0CD82154598B21EF0FF4DF19AE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41F9C740C66247CAB51D0AF6E649FEEC1">
    <w:name w:val="41F9C740C66247CAB51D0AF6E649FEEC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1">
    <w:name w:val="5B1C2A1ACDD548E5A889CD5C2081BB72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1">
    <w:name w:val="50305B73B0034B2281A56A5E18EFC493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D458F0CD82154598B21EF0FF4DF19AE61">
    <w:name w:val="D458F0CD82154598B21EF0FF4DF19AE6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">
    <w:name w:val="FCDC7DE66C5F4BC4B522444BD6CFD1ED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">
    <w:name w:val="E04E350060D34E26BEC8C148AF05C04F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">
    <w:name w:val="69B19F3981414EBB80F5B87B718DCEC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">
    <w:name w:val="7A7346D6552B4D45BF5DB6698EAFB46E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">
    <w:name w:val="F740C39E98D74287BE00F968D4C6C84E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">
    <w:name w:val="AE88899F20CD4DB499DC26656F0A4AEA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">
    <w:name w:val="06154C33E457411ABF5F896D001DDA9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">
    <w:name w:val="237950ADB4A04BA5BE96DD9200CC0C2F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">
    <w:name w:val="856B3386661C4C918166B591C015D07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41F9C740C66247CAB51D0AF6E649FEEC2">
    <w:name w:val="41F9C740C66247CAB51D0AF6E649FEEC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2">
    <w:name w:val="5B1C2A1ACDD548E5A889CD5C2081BB72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2">
    <w:name w:val="50305B73B0034B2281A56A5E18EFC493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D458F0CD82154598B21EF0FF4DF19AE62">
    <w:name w:val="D458F0CD82154598B21EF0FF4DF19AE6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1">
    <w:name w:val="FCDC7DE66C5F4BC4B522444BD6CFD1ED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1">
    <w:name w:val="E04E350060D34E26BEC8C148AF05C04F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1">
    <w:name w:val="69B19F3981414EBB80F5B87B718DCEC3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1">
    <w:name w:val="7A7346D6552B4D45BF5DB6698EAFB46E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1">
    <w:name w:val="F740C39E98D74287BE00F968D4C6C84E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1">
    <w:name w:val="AE88899F20CD4DB499DC26656F0A4AEA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1">
    <w:name w:val="06154C33E457411ABF5F896D001DDA96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1">
    <w:name w:val="237950ADB4A04BA5BE96DD9200CC0C2F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1">
    <w:name w:val="856B3386661C4C918166B591C015D0701"/>
    <w:rsid w:val="00A1560C"/>
    <w:pPr>
      <w:spacing w:after="160" w:line="259" w:lineRule="auto"/>
    </w:pPr>
    <w:rPr>
      <w:rFonts w:eastAsiaTheme="minorHAnsi"/>
      <w:lang w:eastAsia="en-US"/>
    </w:rPr>
  </w:style>
  <w:style w:type="character" w:customStyle="1" w:styleId="Style1">
    <w:name w:val="Style1"/>
    <w:basedOn w:val="DefaultParagraphFont"/>
    <w:uiPriority w:val="1"/>
    <w:rsid w:val="00502A6C"/>
    <w:rPr>
      <w:b/>
    </w:rPr>
  </w:style>
  <w:style w:type="paragraph" w:customStyle="1" w:styleId="6BB71252460844CC9F4CD1EEA381651C">
    <w:name w:val="6BB71252460844CC9F4CD1EEA381651C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">
    <w:name w:val="7DA76C42C9E94C0F87C467A4A0C5552B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">
    <w:name w:val="7249BAFC92F64C1C9CFADF02B432B1F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">
    <w:name w:val="673A2A33603F41B8B86FFE3F0779E50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41F9C740C66247CAB51D0AF6E649FEEC3">
    <w:name w:val="41F9C740C66247CAB51D0AF6E649FEEC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3">
    <w:name w:val="5B1C2A1ACDD548E5A889CD5C2081BB72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3">
    <w:name w:val="50305B73B0034B2281A56A5E18EFC493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D458F0CD82154598B21EF0FF4DF19AE63">
    <w:name w:val="D458F0CD82154598B21EF0FF4DF19AE6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2">
    <w:name w:val="FCDC7DE66C5F4BC4B522444BD6CFD1ED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2">
    <w:name w:val="E04E350060D34E26BEC8C148AF05C04F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2">
    <w:name w:val="69B19F3981414EBB80F5B87B718DCEC3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2">
    <w:name w:val="7A7346D6552B4D45BF5DB6698EAFB46E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2">
    <w:name w:val="F740C39E98D74287BE00F968D4C6C84E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2">
    <w:name w:val="AE88899F20CD4DB499DC26656F0A4AEA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2">
    <w:name w:val="06154C33E457411ABF5F896D001DDA96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2">
    <w:name w:val="237950ADB4A04BA5BE96DD9200CC0C2F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2">
    <w:name w:val="856B3386661C4C918166B591C015D070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1">
    <w:name w:val="6BB71252460844CC9F4CD1EEA381651C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1">
    <w:name w:val="7DA76C42C9E94C0F87C467A4A0C5552B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1">
    <w:name w:val="7249BAFC92F64C1C9CFADF02B432B1F8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1">
    <w:name w:val="673A2A33603F41B8B86FFE3F0779E503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41F9C740C66247CAB51D0AF6E649FEEC4">
    <w:name w:val="41F9C740C66247CAB51D0AF6E649FEEC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4">
    <w:name w:val="5B1C2A1ACDD548E5A889CD5C2081BB72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4">
    <w:name w:val="50305B73B0034B2281A56A5E18EFC493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D458F0CD82154598B21EF0FF4DF19AE64">
    <w:name w:val="D458F0CD82154598B21EF0FF4DF19AE6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3">
    <w:name w:val="FCDC7DE66C5F4BC4B522444BD6CFD1ED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3">
    <w:name w:val="E04E350060D34E26BEC8C148AF05C04F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3">
    <w:name w:val="69B19F3981414EBB80F5B87B718DCEC3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3">
    <w:name w:val="7A7346D6552B4D45BF5DB6698EAFB46E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3">
    <w:name w:val="F740C39E98D74287BE00F968D4C6C84E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3">
    <w:name w:val="AE88899F20CD4DB499DC26656F0A4AEA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3">
    <w:name w:val="06154C33E457411ABF5F896D001DDA96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3">
    <w:name w:val="237950ADB4A04BA5BE96DD9200CC0C2F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3">
    <w:name w:val="856B3386661C4C918166B591C015D070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2">
    <w:name w:val="6BB71252460844CC9F4CD1EEA381651C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2">
    <w:name w:val="7DA76C42C9E94C0F87C467A4A0C5552B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2">
    <w:name w:val="7249BAFC92F64C1C9CFADF02B432B1F8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2">
    <w:name w:val="673A2A33603F41B8B86FFE3F0779E503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41F9C740C66247CAB51D0AF6E649FEEC5">
    <w:name w:val="41F9C740C66247CAB51D0AF6E649FEEC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5">
    <w:name w:val="5B1C2A1ACDD548E5A889CD5C2081BB72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5">
    <w:name w:val="50305B73B0034B2281A56A5E18EFC493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D458F0CD82154598B21EF0FF4DF19AE65">
    <w:name w:val="D458F0CD82154598B21EF0FF4DF19AE6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4">
    <w:name w:val="FCDC7DE66C5F4BC4B522444BD6CFD1ED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4">
    <w:name w:val="E04E350060D34E26BEC8C148AF05C04F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4">
    <w:name w:val="69B19F3981414EBB80F5B87B718DCEC3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4">
    <w:name w:val="7A7346D6552B4D45BF5DB6698EAFB46E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4">
    <w:name w:val="F740C39E98D74287BE00F968D4C6C84E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4">
    <w:name w:val="AE88899F20CD4DB499DC26656F0A4AEA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4">
    <w:name w:val="06154C33E457411ABF5F896D001DDA96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4">
    <w:name w:val="237950ADB4A04BA5BE96DD9200CC0C2F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4">
    <w:name w:val="856B3386661C4C918166B591C015D070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3">
    <w:name w:val="6BB71252460844CC9F4CD1EEA381651C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3">
    <w:name w:val="7DA76C42C9E94C0F87C467A4A0C5552B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3">
    <w:name w:val="7249BAFC92F64C1C9CFADF02B432B1F8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3">
    <w:name w:val="673A2A33603F41B8B86FFE3F0779E503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41F9C740C66247CAB51D0AF6E649FEEC6">
    <w:name w:val="41F9C740C66247CAB51D0AF6E649FEEC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6">
    <w:name w:val="5B1C2A1ACDD548E5A889CD5C2081BB72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6">
    <w:name w:val="50305B73B0034B2281A56A5E18EFC493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D458F0CD82154598B21EF0FF4DF19AE66">
    <w:name w:val="D458F0CD82154598B21EF0FF4DF19AE6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5">
    <w:name w:val="FCDC7DE66C5F4BC4B522444BD6CFD1ED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5">
    <w:name w:val="E04E350060D34E26BEC8C148AF05C04F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5">
    <w:name w:val="69B19F3981414EBB80F5B87B718DCEC3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5">
    <w:name w:val="7A7346D6552B4D45BF5DB6698EAFB46E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5">
    <w:name w:val="F740C39E98D74287BE00F968D4C6C84E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5">
    <w:name w:val="AE88899F20CD4DB499DC26656F0A4AEA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5">
    <w:name w:val="06154C33E457411ABF5F896D001DDA96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5">
    <w:name w:val="237950ADB4A04BA5BE96DD9200CC0C2F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5">
    <w:name w:val="856B3386661C4C918166B591C015D070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4">
    <w:name w:val="6BB71252460844CC9F4CD1EEA381651C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4">
    <w:name w:val="7DA76C42C9E94C0F87C467A4A0C5552B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4">
    <w:name w:val="7249BAFC92F64C1C9CFADF02B432B1F8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4">
    <w:name w:val="673A2A33603F41B8B86FFE3F0779E5034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41F9C740C66247CAB51D0AF6E649FEEC7">
    <w:name w:val="41F9C740C66247CAB51D0AF6E649FEEC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7">
    <w:name w:val="5B1C2A1ACDD548E5A889CD5C2081BB72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7">
    <w:name w:val="50305B73B0034B2281A56A5E18EFC493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D458F0CD82154598B21EF0FF4DF19AE67">
    <w:name w:val="D458F0CD82154598B21EF0FF4DF19AE6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6">
    <w:name w:val="FCDC7DE66C5F4BC4B522444BD6CFD1ED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6">
    <w:name w:val="E04E350060D34E26BEC8C148AF05C04F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6">
    <w:name w:val="69B19F3981414EBB80F5B87B718DCEC3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6">
    <w:name w:val="7A7346D6552B4D45BF5DB6698EAFB46E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6">
    <w:name w:val="F740C39E98D74287BE00F968D4C6C84E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6">
    <w:name w:val="AE88899F20CD4DB499DC26656F0A4AEA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6">
    <w:name w:val="06154C33E457411ABF5F896D001DDA96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6">
    <w:name w:val="237950ADB4A04BA5BE96DD9200CC0C2F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6">
    <w:name w:val="856B3386661C4C918166B591C015D070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5">
    <w:name w:val="6BB71252460844CC9F4CD1EEA381651C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5">
    <w:name w:val="7DA76C42C9E94C0F87C467A4A0C5552B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5">
    <w:name w:val="7249BAFC92F64C1C9CFADF02B432B1F8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5">
    <w:name w:val="673A2A33603F41B8B86FFE3F0779E5035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41F9C740C66247CAB51D0AF6E649FEEC8">
    <w:name w:val="41F9C740C66247CAB51D0AF6E649FEEC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8">
    <w:name w:val="5B1C2A1ACDD548E5A889CD5C2081BB72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8">
    <w:name w:val="50305B73B0034B2281A56A5E18EFC493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D458F0CD82154598B21EF0FF4DF19AE68">
    <w:name w:val="D458F0CD82154598B21EF0FF4DF19AE6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7">
    <w:name w:val="FCDC7DE66C5F4BC4B522444BD6CFD1ED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7">
    <w:name w:val="E04E350060D34E26BEC8C148AF05C04F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7">
    <w:name w:val="69B19F3981414EBB80F5B87B718DCEC3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7">
    <w:name w:val="7A7346D6552B4D45BF5DB6698EAFB46E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7">
    <w:name w:val="F740C39E98D74287BE00F968D4C6C84E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7">
    <w:name w:val="AE88899F20CD4DB499DC26656F0A4AEA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7">
    <w:name w:val="06154C33E457411ABF5F896D001DDA96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7">
    <w:name w:val="237950ADB4A04BA5BE96DD9200CC0C2F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7">
    <w:name w:val="856B3386661C4C918166B591C015D070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6">
    <w:name w:val="6BB71252460844CC9F4CD1EEA381651C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6">
    <w:name w:val="7DA76C42C9E94C0F87C467A4A0C5552B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6">
    <w:name w:val="7249BAFC92F64C1C9CFADF02B432B1F8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6">
    <w:name w:val="673A2A33603F41B8B86FFE3F0779E503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41F9C740C66247CAB51D0AF6E649FEEC9">
    <w:name w:val="41F9C740C66247CAB51D0AF6E649FEEC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9">
    <w:name w:val="5B1C2A1ACDD548E5A889CD5C2081BB72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9">
    <w:name w:val="50305B73B0034B2281A56A5E18EFC493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8">
    <w:name w:val="FCDC7DE66C5F4BC4B522444BD6CFD1ED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8">
    <w:name w:val="E04E350060D34E26BEC8C148AF05C04F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8">
    <w:name w:val="69B19F3981414EBB80F5B87B718DCEC3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8">
    <w:name w:val="7A7346D6552B4D45BF5DB6698EAFB46E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8">
    <w:name w:val="F740C39E98D74287BE00F968D4C6C84E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8">
    <w:name w:val="AE88899F20CD4DB499DC26656F0A4AEA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8">
    <w:name w:val="06154C33E457411ABF5F896D001DDA96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8">
    <w:name w:val="237950ADB4A04BA5BE96DD9200CC0C2F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8">
    <w:name w:val="856B3386661C4C918166B591C015D070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7">
    <w:name w:val="6BB71252460844CC9F4CD1EEA381651C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7">
    <w:name w:val="7DA76C42C9E94C0F87C467A4A0C5552B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7">
    <w:name w:val="7249BAFC92F64C1C9CFADF02B432B1F8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7">
    <w:name w:val="673A2A33603F41B8B86FFE3F0779E5037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41F9C740C66247CAB51D0AF6E649FEEC10">
    <w:name w:val="41F9C740C66247CAB51D0AF6E649FEEC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10">
    <w:name w:val="5B1C2A1ACDD548E5A889CD5C2081BB72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10">
    <w:name w:val="50305B73B0034B2281A56A5E18EFC493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A86E3E7283C40CCA2FB43A90C4780B6">
    <w:name w:val="8A86E3E7283C40CCA2FB43A90C4780B6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9">
    <w:name w:val="FCDC7DE66C5F4BC4B522444BD6CFD1ED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9">
    <w:name w:val="E04E350060D34E26BEC8C148AF05C04F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9">
    <w:name w:val="69B19F3981414EBB80F5B87B718DCEC3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9">
    <w:name w:val="7A7346D6552B4D45BF5DB6698EAFB46E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9">
    <w:name w:val="F740C39E98D74287BE00F968D4C6C84E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9">
    <w:name w:val="AE88899F20CD4DB499DC26656F0A4AEA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9">
    <w:name w:val="06154C33E457411ABF5F896D001DDA96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9">
    <w:name w:val="237950ADB4A04BA5BE96DD9200CC0C2F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9">
    <w:name w:val="856B3386661C4C918166B591C015D070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8">
    <w:name w:val="6BB71252460844CC9F4CD1EEA381651C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8">
    <w:name w:val="7DA76C42C9E94C0F87C467A4A0C5552B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8">
    <w:name w:val="7249BAFC92F64C1C9CFADF02B432B1F8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8">
    <w:name w:val="673A2A33603F41B8B86FFE3F0779E5038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41F9C740C66247CAB51D0AF6E649FEEC11">
    <w:name w:val="41F9C740C66247CAB51D0AF6E649FEEC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B1C2A1ACDD548E5A889CD5C2081BB7211">
    <w:name w:val="5B1C2A1ACDD548E5A889CD5C2081BB72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11">
    <w:name w:val="50305B73B0034B2281A56A5E18EFC493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A86E3E7283C40CCA2FB43A90C4780B61">
    <w:name w:val="8A86E3E7283C40CCA2FB43A90C4780B6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10">
    <w:name w:val="FCDC7DE66C5F4BC4B522444BD6CFD1ED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10">
    <w:name w:val="E04E350060D34E26BEC8C148AF05C04F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10">
    <w:name w:val="69B19F3981414EBB80F5B87B718DCEC3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10">
    <w:name w:val="7A7346D6552B4D45BF5DB6698EAFB46E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10">
    <w:name w:val="F740C39E98D74287BE00F968D4C6C84E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10">
    <w:name w:val="AE88899F20CD4DB499DC26656F0A4AEA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10">
    <w:name w:val="06154C33E457411ABF5F896D001DDA96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10">
    <w:name w:val="237950ADB4A04BA5BE96DD9200CC0C2F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10">
    <w:name w:val="856B3386661C4C918166B591C015D070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9">
    <w:name w:val="6BB71252460844CC9F4CD1EEA381651C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9">
    <w:name w:val="7DA76C42C9E94C0F87C467A4A0C5552B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9">
    <w:name w:val="7249BAFC92F64C1C9CFADF02B432B1F8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9">
    <w:name w:val="673A2A33603F41B8B86FFE3F0779E503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94D888E9BA844B280D38F55D3762A63">
    <w:name w:val="294D888E9BA844B280D38F55D3762A63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71132043FFA4D4BA61660472BD447FF">
    <w:name w:val="271132043FFA4D4BA61660472BD447FF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12">
    <w:name w:val="50305B73B0034B2281A56A5E18EFC49312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CD1C6029D83E4E86BAB1BAF6B9782B30">
    <w:name w:val="CD1C6029D83E4E86BAB1BAF6B9782B3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11">
    <w:name w:val="FCDC7DE66C5F4BC4B522444BD6CFD1ED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11">
    <w:name w:val="E04E350060D34E26BEC8C148AF05C04F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11">
    <w:name w:val="69B19F3981414EBB80F5B87B718DCEC3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2CA0ECD8AB24441A0235F645ABAEEF9">
    <w:name w:val="82CA0ECD8AB24441A0235F645ABAEEF9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11">
    <w:name w:val="7A7346D6552B4D45BF5DB6698EAFB46E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11">
    <w:name w:val="F740C39E98D74287BE00F968D4C6C84E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11">
    <w:name w:val="AE88899F20CD4DB499DC26656F0A4AEA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11">
    <w:name w:val="06154C33E457411ABF5F896D001DDA96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11">
    <w:name w:val="237950ADB4A04BA5BE96DD9200CC0C2F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11">
    <w:name w:val="856B3386661C4C918166B591C015D07011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10">
    <w:name w:val="6BB71252460844CC9F4CD1EEA381651C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10">
    <w:name w:val="7DA76C42C9E94C0F87C467A4A0C5552B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10">
    <w:name w:val="7249BAFC92F64C1C9CFADF02B432B1F8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10">
    <w:name w:val="673A2A33603F41B8B86FFE3F0779E50310"/>
    <w:rsid w:val="00A1560C"/>
    <w:pPr>
      <w:spacing w:after="160" w:line="259" w:lineRule="auto"/>
    </w:pPr>
    <w:rPr>
      <w:rFonts w:eastAsiaTheme="minorHAnsi"/>
      <w:lang w:eastAsia="en-US"/>
    </w:rPr>
  </w:style>
  <w:style w:type="paragraph" w:customStyle="1" w:styleId="294D888E9BA844B280D38F55D3762A631">
    <w:name w:val="294D888E9BA844B280D38F55D3762A631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271132043FFA4D4BA61660472BD447FF1">
    <w:name w:val="271132043FFA4D4BA61660472BD447FF1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13">
    <w:name w:val="50305B73B0034B2281A56A5E18EFC49313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CD1C6029D83E4E86BAB1BAF6B9782B301">
    <w:name w:val="CD1C6029D83E4E86BAB1BAF6B9782B301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12">
    <w:name w:val="FCDC7DE66C5F4BC4B522444BD6CFD1ED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12">
    <w:name w:val="E04E350060D34E26BEC8C148AF05C04F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12">
    <w:name w:val="69B19F3981414EBB80F5B87B718DCEC3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82CA0ECD8AB24441A0235F645ABAEEF91">
    <w:name w:val="82CA0ECD8AB24441A0235F645ABAEEF91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12">
    <w:name w:val="7A7346D6552B4D45BF5DB6698EAFB46E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12">
    <w:name w:val="F740C39E98D74287BE00F968D4C6C84E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12">
    <w:name w:val="AE88899F20CD4DB499DC26656F0A4AEA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12">
    <w:name w:val="06154C33E457411ABF5F896D001DDA96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12">
    <w:name w:val="237950ADB4A04BA5BE96DD9200CC0C2F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12">
    <w:name w:val="856B3386661C4C918166B591C015D070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11">
    <w:name w:val="6BB71252460844CC9F4CD1EEA381651C11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11">
    <w:name w:val="7DA76C42C9E94C0F87C467A4A0C5552B11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11">
    <w:name w:val="7249BAFC92F64C1C9CFADF02B432B1F811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11">
    <w:name w:val="673A2A33603F41B8B86FFE3F0779E50311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294D888E9BA844B280D38F55D3762A632">
    <w:name w:val="294D888E9BA844B280D38F55D3762A63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271132043FFA4D4BA61660472BD447FF2">
    <w:name w:val="271132043FFA4D4BA61660472BD447FF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14">
    <w:name w:val="50305B73B0034B2281A56A5E18EFC49314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CD1C6029D83E4E86BAB1BAF6B9782B302">
    <w:name w:val="CD1C6029D83E4E86BAB1BAF6B9782B30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13">
    <w:name w:val="FCDC7DE66C5F4BC4B522444BD6CFD1ED13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13">
    <w:name w:val="E04E350060D34E26BEC8C148AF05C04F13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13">
    <w:name w:val="69B19F3981414EBB80F5B87B718DCEC313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82CA0ECD8AB24441A0235F645ABAEEF92">
    <w:name w:val="82CA0ECD8AB24441A0235F645ABAEEF9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13">
    <w:name w:val="7A7346D6552B4D45BF5DB6698EAFB46E13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13">
    <w:name w:val="F740C39E98D74287BE00F968D4C6C84E13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13">
    <w:name w:val="AE88899F20CD4DB499DC26656F0A4AEA13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13">
    <w:name w:val="06154C33E457411ABF5F896D001DDA9613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13">
    <w:name w:val="237950ADB4A04BA5BE96DD9200CC0C2F13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13">
    <w:name w:val="856B3386661C4C918166B591C015D07013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12">
    <w:name w:val="6BB71252460844CC9F4CD1EEA381651C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7DA76C42C9E94C0F87C467A4A0C5552B12">
    <w:name w:val="7DA76C42C9E94C0F87C467A4A0C5552B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12">
    <w:name w:val="7249BAFC92F64C1C9CFADF02B432B1F8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12">
    <w:name w:val="673A2A33603F41B8B86FFE3F0779E50312"/>
    <w:rsid w:val="00184979"/>
    <w:pPr>
      <w:spacing w:after="160" w:line="259" w:lineRule="auto"/>
    </w:pPr>
    <w:rPr>
      <w:rFonts w:eastAsiaTheme="minorHAnsi"/>
      <w:lang w:eastAsia="en-US"/>
    </w:rPr>
  </w:style>
  <w:style w:type="paragraph" w:customStyle="1" w:styleId="294D888E9BA844B280D38F55D3762A633">
    <w:name w:val="294D888E9BA844B280D38F55D3762A633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271132043FFA4D4BA61660472BD447FF3">
    <w:name w:val="271132043FFA4D4BA61660472BD447FF3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15">
    <w:name w:val="50305B73B0034B2281A56A5E18EFC49315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CD1C6029D83E4E86BAB1BAF6B9782B303">
    <w:name w:val="CD1C6029D83E4E86BAB1BAF6B9782B303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14">
    <w:name w:val="FCDC7DE66C5F4BC4B522444BD6CFD1ED14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14">
    <w:name w:val="E04E350060D34E26BEC8C148AF05C04F14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14">
    <w:name w:val="69B19F3981414EBB80F5B87B718DCEC314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82CA0ECD8AB24441A0235F645ABAEEF93">
    <w:name w:val="82CA0ECD8AB24441A0235F645ABAEEF93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14">
    <w:name w:val="7A7346D6552B4D45BF5DB6698EAFB46E14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14">
    <w:name w:val="F740C39E98D74287BE00F968D4C6C84E14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14">
    <w:name w:val="AE88899F20CD4DB499DC26656F0A4AEA14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14">
    <w:name w:val="06154C33E457411ABF5F896D001DDA9614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14">
    <w:name w:val="237950ADB4A04BA5BE96DD9200CC0C2F14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14">
    <w:name w:val="856B3386661C4C918166B591C015D07014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13">
    <w:name w:val="6BB71252460844CC9F4CD1EEA381651C13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A655D42E389D4178ADEF0EC238254A09">
    <w:name w:val="A655D42E389D4178ADEF0EC238254A09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13">
    <w:name w:val="7249BAFC92F64C1C9CFADF02B432B1F813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673A2A33603F41B8B86FFE3F0779E50313">
    <w:name w:val="673A2A33603F41B8B86FFE3F0779E50313"/>
    <w:rsid w:val="00593152"/>
    <w:pPr>
      <w:spacing w:after="160" w:line="259" w:lineRule="auto"/>
    </w:pPr>
    <w:rPr>
      <w:rFonts w:eastAsiaTheme="minorHAnsi"/>
      <w:lang w:eastAsia="en-US"/>
    </w:rPr>
  </w:style>
  <w:style w:type="paragraph" w:customStyle="1" w:styleId="DA0C9D41C47940DC99FD0119CD1049E6">
    <w:name w:val="DA0C9D41C47940DC99FD0119CD1049E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71132043FFA4D4BA61660472BD447FF4">
    <w:name w:val="271132043FFA4D4BA61660472BD447FF4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62FAA6C5A81483AA8F4ED4522280D53">
    <w:name w:val="262FAA6C5A81483AA8F4ED4522280D53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16">
    <w:name w:val="50305B73B0034B2281A56A5E18EFC493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CD1C6029D83E4E86BAB1BAF6B9782B304">
    <w:name w:val="CD1C6029D83E4E86BAB1BAF6B9782B304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15">
    <w:name w:val="FCDC7DE66C5F4BC4B522444BD6CFD1ED1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15">
    <w:name w:val="E04E350060D34E26BEC8C148AF05C04F1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15">
    <w:name w:val="69B19F3981414EBB80F5B87B718DCEC31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82CA0ECD8AB24441A0235F645ABAEEF94">
    <w:name w:val="82CA0ECD8AB24441A0235F645ABAEEF94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15">
    <w:name w:val="7A7346D6552B4D45BF5DB6698EAFB46E1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15">
    <w:name w:val="F740C39E98D74287BE00F968D4C6C84E1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15">
    <w:name w:val="AE88899F20CD4DB499DC26656F0A4AEA1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15">
    <w:name w:val="06154C33E457411ABF5F896D001DDA961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15">
    <w:name w:val="237950ADB4A04BA5BE96DD9200CC0C2F1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15">
    <w:name w:val="856B3386661C4C918166B591C015D0701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14">
    <w:name w:val="6BB71252460844CC9F4CD1EEA381651C14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6BFE42373E64F7283684A44D09F023F">
    <w:name w:val="26BFE42373E64F7283684A44D09F023F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14">
    <w:name w:val="7249BAFC92F64C1C9CFADF02B432B1F814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FC38CF059BD40D7BB16DEACF93B3C05">
    <w:name w:val="2FC38CF059BD40D7BB16DEACF93B3C0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DA0C9D41C47940DC99FD0119CD1049E61">
    <w:name w:val="DA0C9D41C47940DC99FD0119CD1049E61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71132043FFA4D4BA61660472BD447FF5">
    <w:name w:val="271132043FFA4D4BA61660472BD447FF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62FAA6C5A81483AA8F4ED4522280D531">
    <w:name w:val="262FAA6C5A81483AA8F4ED4522280D531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17">
    <w:name w:val="50305B73B0034B2281A56A5E18EFC49317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CD1C6029D83E4E86BAB1BAF6B9782B305">
    <w:name w:val="CD1C6029D83E4E86BAB1BAF6B9782B30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FCDC7DE66C5F4BC4B522444BD6CFD1ED16">
    <w:name w:val="FCDC7DE66C5F4BC4B522444BD6CFD1ED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16">
    <w:name w:val="E04E350060D34E26BEC8C148AF05C04F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16">
    <w:name w:val="69B19F3981414EBB80F5B87B718DCEC3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82CA0ECD8AB24441A0235F645ABAEEF95">
    <w:name w:val="82CA0ECD8AB24441A0235F645ABAEEF9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16">
    <w:name w:val="7A7346D6552B4D45BF5DB6698EAFB46E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16">
    <w:name w:val="F740C39E98D74287BE00F968D4C6C84E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16">
    <w:name w:val="AE88899F20CD4DB499DC26656F0A4AEA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16">
    <w:name w:val="06154C33E457411ABF5F896D001DDA96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16">
    <w:name w:val="237950ADB4A04BA5BE96DD9200CC0C2F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16">
    <w:name w:val="856B3386661C4C918166B591C015D070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15">
    <w:name w:val="6BB71252460844CC9F4CD1EEA381651C1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6BFE42373E64F7283684A44D09F023F1">
    <w:name w:val="26BFE42373E64F7283684A44D09F023F1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15">
    <w:name w:val="7249BAFC92F64C1C9CFADF02B432B1F815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FC38CF059BD40D7BB16DEACF93B3C051">
    <w:name w:val="2FC38CF059BD40D7BB16DEACF93B3C051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DA0C9D41C47940DC99FD0119CD1049E62">
    <w:name w:val="DA0C9D41C47940DC99FD0119CD1049E62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71132043FFA4D4BA61660472BD447FF6">
    <w:name w:val="271132043FFA4D4BA61660472BD447FF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62FAA6C5A81483AA8F4ED4522280D532">
    <w:name w:val="262FAA6C5A81483AA8F4ED4522280D532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18">
    <w:name w:val="50305B73B0034B2281A56A5E18EFC49318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CD1C6029D83E4E86BAB1BAF6B9782B306">
    <w:name w:val="CD1C6029D83E4E86BAB1BAF6B9782B30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17">
    <w:name w:val="E04E350060D34E26BEC8C148AF05C04F17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17">
    <w:name w:val="69B19F3981414EBB80F5B87B718DCEC317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82CA0ECD8AB24441A0235F645ABAEEF96">
    <w:name w:val="82CA0ECD8AB24441A0235F645ABAEEF9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7A7346D6552B4D45BF5DB6698EAFB46E17">
    <w:name w:val="7A7346D6552B4D45BF5DB6698EAFB46E17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F740C39E98D74287BE00F968D4C6C84E17">
    <w:name w:val="F740C39E98D74287BE00F968D4C6C84E17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AE88899F20CD4DB499DC26656F0A4AEA17">
    <w:name w:val="AE88899F20CD4DB499DC26656F0A4AEA17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06154C33E457411ABF5F896D001DDA9617">
    <w:name w:val="06154C33E457411ABF5F896D001DDA9617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37950ADB4A04BA5BE96DD9200CC0C2F17">
    <w:name w:val="237950ADB4A04BA5BE96DD9200CC0C2F17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856B3386661C4C918166B591C015D07017">
    <w:name w:val="856B3386661C4C918166B591C015D07017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6BB71252460844CC9F4CD1EEA381651C16">
    <w:name w:val="6BB71252460844CC9F4CD1EEA381651C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6BFE42373E64F7283684A44D09F023F2">
    <w:name w:val="26BFE42373E64F7283684A44D09F023F2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16">
    <w:name w:val="7249BAFC92F64C1C9CFADF02B432B1F816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FC38CF059BD40D7BB16DEACF93B3C052">
    <w:name w:val="2FC38CF059BD40D7BB16DEACF93B3C052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C96D3CBE9E8C4BF69C51C293BE5C679F">
    <w:name w:val="C96D3CBE9E8C4BF69C51C293BE5C679F"/>
    <w:rsid w:val="00502A6C"/>
  </w:style>
  <w:style w:type="paragraph" w:customStyle="1" w:styleId="3025F9AB2D874464A62FF28B1F1960B2">
    <w:name w:val="3025F9AB2D874464A62FF28B1F1960B2"/>
    <w:rsid w:val="00502A6C"/>
  </w:style>
  <w:style w:type="paragraph" w:customStyle="1" w:styleId="A29E898268364A688BBD4E9440849AF2">
    <w:name w:val="A29E898268364A688BBD4E9440849AF2"/>
    <w:rsid w:val="00502A6C"/>
  </w:style>
  <w:style w:type="paragraph" w:customStyle="1" w:styleId="DA0C9D41C47940DC99FD0119CD1049E63">
    <w:name w:val="DA0C9D41C47940DC99FD0119CD1049E63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71132043FFA4D4BA61660472BD447FF7">
    <w:name w:val="271132043FFA4D4BA61660472BD447FF7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62FAA6C5A81483AA8F4ED4522280D533">
    <w:name w:val="262FAA6C5A81483AA8F4ED4522280D533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50305B73B0034B2281A56A5E18EFC49319">
    <w:name w:val="50305B73B0034B2281A56A5E18EFC49319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E04E350060D34E26BEC8C148AF05C04F18">
    <w:name w:val="E04E350060D34E26BEC8C148AF05C04F18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69B19F3981414EBB80F5B87B718DCEC318">
    <w:name w:val="69B19F3981414EBB80F5B87B718DCEC318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82CA0ECD8AB24441A0235F645ABAEEF97">
    <w:name w:val="82CA0ECD8AB24441A0235F645ABAEEF97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EB944CEE985C4F1BB35C41E0ED7FDDB3">
    <w:name w:val="EB944CEE985C4F1BB35C41E0ED7FDDB3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6BFE42373E64F7283684A44D09F023F3">
    <w:name w:val="26BFE42373E64F7283684A44D09F023F3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7249BAFC92F64C1C9CFADF02B432B1F817">
    <w:name w:val="7249BAFC92F64C1C9CFADF02B432B1F817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2FC38CF059BD40D7BB16DEACF93B3C053">
    <w:name w:val="2FC38CF059BD40D7BB16DEACF93B3C053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9A04A77B9BB84743875280C37A06DDF8">
    <w:name w:val="9A04A77B9BB84743875280C37A06DDF8"/>
    <w:rsid w:val="00502A6C"/>
    <w:pPr>
      <w:spacing w:after="160" w:line="259" w:lineRule="auto"/>
    </w:pPr>
    <w:rPr>
      <w:rFonts w:eastAsiaTheme="minorHAnsi"/>
      <w:lang w:eastAsia="en-US"/>
    </w:rPr>
  </w:style>
  <w:style w:type="paragraph" w:customStyle="1" w:styleId="92E5F6134A29443AB3AB26654114754F">
    <w:name w:val="92E5F6134A29443AB3AB26654114754F"/>
    <w:rsid w:val="00502A6C"/>
  </w:style>
  <w:style w:type="paragraph" w:customStyle="1" w:styleId="7DF0DFACFB3F489884F9DBBC20BB1F4E">
    <w:name w:val="7DF0DFACFB3F489884F9DBBC20BB1F4E"/>
    <w:rsid w:val="00502A6C"/>
  </w:style>
  <w:style w:type="paragraph" w:customStyle="1" w:styleId="F87A0312943042C29CBD5D230B6B6708">
    <w:name w:val="F87A0312943042C29CBD5D230B6B6708"/>
    <w:rsid w:val="00502A6C"/>
  </w:style>
  <w:style w:type="paragraph" w:customStyle="1" w:styleId="F31D922EFF254B88B162AB53B7F7BF3A">
    <w:name w:val="F31D922EFF254B88B162AB53B7F7BF3A"/>
    <w:rsid w:val="00502A6C"/>
  </w:style>
  <w:style w:type="paragraph" w:customStyle="1" w:styleId="35773FD13AA044EC91A723F7DAA85025">
    <w:name w:val="35773FD13AA044EC91A723F7DAA85025"/>
    <w:rsid w:val="00502A6C"/>
  </w:style>
  <w:style w:type="paragraph" w:customStyle="1" w:styleId="CA505F07F56D4B02968D1A1E24282654">
    <w:name w:val="CA505F07F56D4B02968D1A1E24282654"/>
    <w:rsid w:val="00502A6C"/>
  </w:style>
  <w:style w:type="paragraph" w:customStyle="1" w:styleId="372BE2EDE0E14CB5B3757B3412B0BFBE">
    <w:name w:val="372BE2EDE0E14CB5B3757B3412B0BFBE"/>
    <w:rsid w:val="00502A6C"/>
  </w:style>
  <w:style w:type="paragraph" w:customStyle="1" w:styleId="E84B4F3E41A64B079ABFBEF8C13FAE05">
    <w:name w:val="E84B4F3E41A64B079ABFBEF8C13FAE05"/>
    <w:rsid w:val="00502A6C"/>
  </w:style>
  <w:style w:type="paragraph" w:customStyle="1" w:styleId="6A9C3C9F46634CD89621C7296CC768A5">
    <w:name w:val="6A9C3C9F46634CD89621C7296CC768A5"/>
    <w:rsid w:val="00502A6C"/>
  </w:style>
  <w:style w:type="paragraph" w:customStyle="1" w:styleId="92DFE8F5A2294E24887782F68562CFC8">
    <w:name w:val="92DFE8F5A2294E24887782F68562CFC8"/>
    <w:rsid w:val="00502A6C"/>
  </w:style>
  <w:style w:type="paragraph" w:customStyle="1" w:styleId="A9200F88E6E74E2792948889507AFD79">
    <w:name w:val="A9200F88E6E74E2792948889507AFD79"/>
    <w:rsid w:val="00502A6C"/>
  </w:style>
  <w:style w:type="paragraph" w:customStyle="1" w:styleId="7003EC23FE27423FB7DE273C8EE84239">
    <w:name w:val="7003EC23FE27423FB7DE273C8EE84239"/>
    <w:rsid w:val="00502A6C"/>
  </w:style>
  <w:style w:type="paragraph" w:customStyle="1" w:styleId="459AF32EC1D34239B852337E9861C852">
    <w:name w:val="459AF32EC1D34239B852337E9861C852"/>
    <w:rsid w:val="00502A6C"/>
  </w:style>
  <w:style w:type="paragraph" w:customStyle="1" w:styleId="A1C3860EA5474D129A7F0C01F08CE6D5">
    <w:name w:val="A1C3860EA5474D129A7F0C01F08CE6D5"/>
    <w:rsid w:val="00502A6C"/>
  </w:style>
  <w:style w:type="paragraph" w:customStyle="1" w:styleId="07083F7A9BA346AEBC73A674F0C2564D">
    <w:name w:val="07083F7A9BA346AEBC73A674F0C2564D"/>
    <w:rsid w:val="00502A6C"/>
  </w:style>
  <w:style w:type="paragraph" w:customStyle="1" w:styleId="2987AA48C92243C791BDC1782457AF7C">
    <w:name w:val="2987AA48C92243C791BDC1782457AF7C"/>
    <w:rsid w:val="00502A6C"/>
  </w:style>
  <w:style w:type="paragraph" w:customStyle="1" w:styleId="02AAF19545F34257BD9E6876BA44D332">
    <w:name w:val="02AAF19545F34257BD9E6876BA44D332"/>
    <w:rsid w:val="00502A6C"/>
  </w:style>
  <w:style w:type="paragraph" w:customStyle="1" w:styleId="1F406FD23C104C67921F6ACB0A15C32F">
    <w:name w:val="1F406FD23C104C67921F6ACB0A15C32F"/>
    <w:rsid w:val="00502A6C"/>
  </w:style>
  <w:style w:type="paragraph" w:customStyle="1" w:styleId="5F627B31617C4F73BFA01DEA98CE2004">
    <w:name w:val="5F627B31617C4F73BFA01DEA98CE2004"/>
    <w:rsid w:val="00502A6C"/>
  </w:style>
  <w:style w:type="paragraph" w:customStyle="1" w:styleId="56B1CA46C57B4954A9397571C2BA3847">
    <w:name w:val="56B1CA46C57B4954A9397571C2BA3847"/>
    <w:rsid w:val="00502A6C"/>
  </w:style>
  <w:style w:type="paragraph" w:customStyle="1" w:styleId="36C3B7C9065C4E399EC006BFD1663C28">
    <w:name w:val="36C3B7C9065C4E399EC006BFD1663C28"/>
    <w:rsid w:val="00502A6C"/>
  </w:style>
  <w:style w:type="paragraph" w:customStyle="1" w:styleId="9D4E2D09AEE347EFA74357B4A8C496D3">
    <w:name w:val="9D4E2D09AEE347EFA74357B4A8C496D3"/>
    <w:rsid w:val="00502A6C"/>
  </w:style>
  <w:style w:type="paragraph" w:customStyle="1" w:styleId="A77F68AC34DF4C0189AD49473A671FB4">
    <w:name w:val="A77F68AC34DF4C0189AD49473A671FB4"/>
    <w:rsid w:val="00502A6C"/>
  </w:style>
  <w:style w:type="paragraph" w:customStyle="1" w:styleId="E60FF51573564541B1D81AA85A1237E7">
    <w:name w:val="E60FF51573564541B1D81AA85A1237E7"/>
    <w:rsid w:val="00502A6C"/>
  </w:style>
  <w:style w:type="paragraph" w:customStyle="1" w:styleId="900AB97C999E459CAC213BCBDA51746D">
    <w:name w:val="900AB97C999E459CAC213BCBDA51746D"/>
    <w:rsid w:val="00502A6C"/>
  </w:style>
  <w:style w:type="paragraph" w:customStyle="1" w:styleId="9C5396FFD113474081C37FA9FCF9DA30">
    <w:name w:val="9C5396FFD113474081C37FA9FCF9DA30"/>
    <w:rsid w:val="00502A6C"/>
  </w:style>
  <w:style w:type="paragraph" w:customStyle="1" w:styleId="A0A6BD89EE594ACFA4B81C6FB81336BD">
    <w:name w:val="A0A6BD89EE594ACFA4B81C6FB81336BD"/>
    <w:rsid w:val="00502A6C"/>
  </w:style>
  <w:style w:type="paragraph" w:customStyle="1" w:styleId="2F2F422A5D944B87AA0FD3656FC9D5CC">
    <w:name w:val="2F2F422A5D944B87AA0FD3656FC9D5CC"/>
    <w:rsid w:val="00502A6C"/>
  </w:style>
  <w:style w:type="paragraph" w:customStyle="1" w:styleId="247081CB33FF4B8E8C439ACDD579DA4B">
    <w:name w:val="247081CB33FF4B8E8C439ACDD579DA4B"/>
    <w:rsid w:val="00502A6C"/>
  </w:style>
  <w:style w:type="paragraph" w:customStyle="1" w:styleId="E5121348B5D945E3B7EBD059190F35CE">
    <w:name w:val="E5121348B5D945E3B7EBD059190F35CE"/>
    <w:rsid w:val="00502A6C"/>
  </w:style>
  <w:style w:type="paragraph" w:customStyle="1" w:styleId="1F012F2B11624E53A6B6F8BD61881B04">
    <w:name w:val="1F012F2B11624E53A6B6F8BD61881B04"/>
    <w:rsid w:val="00502A6C"/>
  </w:style>
  <w:style w:type="paragraph" w:customStyle="1" w:styleId="0A4672E6CF0342B585A86D6F825BF0BF">
    <w:name w:val="0A4672E6CF0342B585A86D6F825BF0BF"/>
    <w:rsid w:val="00502A6C"/>
  </w:style>
  <w:style w:type="paragraph" w:customStyle="1" w:styleId="13EEAADF7E204EE5A587D7170BF5C718">
    <w:name w:val="13EEAADF7E204EE5A587D7170BF5C718"/>
    <w:rsid w:val="00502A6C"/>
  </w:style>
  <w:style w:type="paragraph" w:customStyle="1" w:styleId="127E1DA6C600422D84A0DA999775AAFC">
    <w:name w:val="127E1DA6C600422D84A0DA999775AAFC"/>
    <w:rsid w:val="00502A6C"/>
  </w:style>
  <w:style w:type="paragraph" w:customStyle="1" w:styleId="6232307CD7514D75B10851A971630C50">
    <w:name w:val="6232307CD7514D75B10851A971630C50"/>
    <w:rsid w:val="00502A6C"/>
  </w:style>
  <w:style w:type="paragraph" w:customStyle="1" w:styleId="1227096CA8D7489D99EB2069CE4E47EF">
    <w:name w:val="1227096CA8D7489D99EB2069CE4E47EF"/>
    <w:rsid w:val="00502A6C"/>
  </w:style>
  <w:style w:type="paragraph" w:customStyle="1" w:styleId="8DEA89E1D3A8408D84A34BFB99C33A19">
    <w:name w:val="8DEA89E1D3A8408D84A34BFB99C33A19"/>
    <w:rsid w:val="00502A6C"/>
  </w:style>
  <w:style w:type="paragraph" w:customStyle="1" w:styleId="DB345047A767469CA5EB1A7A91A64530">
    <w:name w:val="DB345047A767469CA5EB1A7A91A64530"/>
    <w:rsid w:val="00A2203F"/>
  </w:style>
  <w:style w:type="paragraph" w:customStyle="1" w:styleId="0D35A0A218624282969955A54963B5A6">
    <w:name w:val="0D35A0A218624282969955A54963B5A6"/>
    <w:rsid w:val="006079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-teema">
  <a:themeElements>
    <a:clrScheme name="Central Baltic">
      <a:dk1>
        <a:sysClr val="windowText" lastClr="000000"/>
      </a:dk1>
      <a:lt1>
        <a:sysClr val="window" lastClr="FFFFFF"/>
      </a:lt1>
      <a:dk2>
        <a:srgbClr val="0014AD"/>
      </a:dk2>
      <a:lt2>
        <a:srgbClr val="E7E6E6"/>
      </a:lt2>
      <a:accent1>
        <a:srgbClr val="0014AD"/>
      </a:accent1>
      <a:accent2>
        <a:srgbClr val="69ACDF"/>
      </a:accent2>
      <a:accent3>
        <a:srgbClr val="7F7F7F"/>
      </a:accent3>
      <a:accent4>
        <a:srgbClr val="BFBFBF"/>
      </a:accent4>
      <a:accent5>
        <a:srgbClr val="A5BF3A"/>
      </a:accent5>
      <a:accent6>
        <a:srgbClr val="BCE26B"/>
      </a:accent6>
      <a:hlink>
        <a:srgbClr val="7F7F7F"/>
      </a:hlink>
      <a:folHlink>
        <a:srgbClr val="BFBFBF"/>
      </a:folHlink>
    </a:clrScheme>
    <a:fontScheme name="Central Baltic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Dte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BFA93B8-3331-46E5-9CF3-FB77BCC43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CB TEMPLATE general</Template>
  <TotalTime>5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>Co-financing statement for project application</vt:lpstr>
      <vt:lpstr/>
    </vt:vector>
  </TitlesOfParts>
  <Company>HP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 Contribution Statement for Project Application</dc:title>
  <dc:creator>Linda Talve</dc:creator>
  <cp:lastModifiedBy>Numminen Samu</cp:lastModifiedBy>
  <cp:revision>4</cp:revision>
  <cp:lastPrinted>2014-11-26T13:06:00Z</cp:lastPrinted>
  <dcterms:created xsi:type="dcterms:W3CDTF">2019-08-14T09:50:00Z</dcterms:created>
  <dcterms:modified xsi:type="dcterms:W3CDTF">2019-08-14T09:55:00Z</dcterms:modified>
</cp:coreProperties>
</file>